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36C09DA9"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DA4BFF">
        <w:rPr>
          <w:sz w:val="28"/>
          <w:szCs w:val="28"/>
        </w:rPr>
        <w:t xml:space="preserve">pro </w:t>
      </w:r>
      <w:r w:rsidR="0079664B" w:rsidRPr="00DA4BFF">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062C4345"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7A1F79" w:rsidRPr="00DA4BFF">
            <w:rPr>
              <w:rStyle w:val="Nzevakce"/>
              <w:b/>
              <w:sz w:val="28"/>
              <w:szCs w:val="28"/>
            </w:rPr>
            <w:t>„Náhrada přejezdu P6831 v km 231,759 trati Svitavy – Česká Třebová“</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0BDB3F85"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087EC7">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D7BA5AE"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7A1F79">
        <w:t>3273514800/ 5533520048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82E5D2E" w14:textId="6AFDDFA3" w:rsidR="00F422D3" w:rsidRPr="00B42F40" w:rsidRDefault="00F422D3" w:rsidP="00087EC7">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r w:rsidR="00087EC7">
        <w:t xml:space="preserve"> </w:t>
      </w: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5CA38EA" w:rsidR="003F5723" w:rsidRDefault="003F5723" w:rsidP="003F5723">
      <w:pPr>
        <w:pStyle w:val="Text1-1"/>
      </w:pPr>
      <w:r>
        <w:t xml:space="preserve">Objednatel oznámil </w:t>
      </w:r>
      <w:r w:rsidR="00CD6533" w:rsidRPr="008A07C5">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7A1F79">
        <w:rPr>
          <w:b/>
        </w:rPr>
        <w:t>Náhrada přejezdu P6831 v km 231,759 trati Svitavy – Česká Třebová</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1CD103F9"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DA4BFF">
        <w:t>pro s</w:t>
      </w:r>
      <w:r w:rsidR="00C539CB" w:rsidRPr="00DA4BFF">
        <w:t>polečné</w:t>
      </w:r>
      <w:r w:rsidRPr="00DA4BFF">
        <w:t xml:space="preserve"> povolení</w:t>
      </w:r>
      <w:r w:rsidR="002E1C9B" w:rsidRPr="00DA4BFF">
        <w:t xml:space="preserve"> </w:t>
      </w:r>
      <w:r>
        <w:t xml:space="preserve">(dále též jen </w:t>
      </w:r>
      <w:r w:rsidR="002E1C9B">
        <w:t>„</w:t>
      </w:r>
      <w:r w:rsidR="00810686" w:rsidRPr="008A07C5">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 xml:space="preserve">(dále též jen „DP“) </w:t>
      </w:r>
      <w:r w:rsidR="00F14D57">
        <w:t xml:space="preserve">při zhotovení PDPS a </w:t>
      </w:r>
      <w:r>
        <w:t xml:space="preserve">při </w:t>
      </w:r>
      <w:r w:rsidR="001A4046">
        <w:t xml:space="preserve">provádění </w:t>
      </w:r>
      <w:r>
        <w:t xml:space="preserve">Stavby, kterým </w:t>
      </w:r>
      <w:r>
        <w:lastRenderedPageBreak/>
        <w:t xml:space="preserve">bude zajištěn soulad </w:t>
      </w:r>
      <w:r w:rsidR="006E2133">
        <w:t xml:space="preserve">návrhu technického řešení </w:t>
      </w:r>
      <w:r w:rsidR="001A4046">
        <w:t xml:space="preserve">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2BF1826A" w14:textId="40654795" w:rsidR="004F27EE" w:rsidRPr="00482CC5" w:rsidRDefault="004F27EE" w:rsidP="00871452">
      <w:pPr>
        <w:pStyle w:val="Text1-1"/>
        <w:numPr>
          <w:ilvl w:val="0"/>
          <w:numId w:val="0"/>
        </w:numPr>
        <w:ind w:left="737"/>
        <w:rPr>
          <w:color w:val="FF0000"/>
        </w:rPr>
      </w:pPr>
      <w:r w:rsidRPr="00871452">
        <w:t xml:space="preserve">Součástí předmětu plnění veřejné zakázky je i „Zhotovení záměru projektu dle čl. 1.1 bod 1.1.1 ZTP v návaznosti na vývoj CIN stavby (dále také jen „Zhotovení ZP“). Zhotovení této části Díla bude záviset na skutečnosti, zda v průběhu zpracování DUSP a PDPS vznikne povinnost zajištění zhotovení záměru projektu v návaznosti na vývoj CIN stavby dle </w:t>
      </w:r>
      <w:r w:rsidRPr="00D87CAE">
        <w:t xml:space="preserve">Pravidel pro postupy v průběhu přípravy investičních a neinvestičních akcí dopravní infrastruktury, financovaných bez účasti státního rozpočtu, čj.: MD-41709/2023-910/2. </w:t>
      </w:r>
      <w:r w:rsidRPr="00871452">
        <w:t>V případě překročení celkových nákladů stavby nad 30 000 000,00 Kč bez DPH musí tuto skutečnost Zhotovitel oznámit Objednateli bez zbytečného odkladu poté, co tato skutečnost nastane. Nejpozději k termínu plnění 3. dílčí etapy musí Zhotovitel upřesnit, u kterých nákladů k navýšení došlo. Zadavatel si jako změnu závazku ze smlouvy v souladu s ustanovením § 100 odst. 1 ZZVZ vyhrazuje možnost zúžit rozsah předmětu plnění o zajištění Zhotovení ZP v případě, že zpracování uvedené části Díla nebude nezbytné pro dokončení zakázky. Zpracování Zhotovení ZP bude zahrnuto do nabídkové ceny. V případě, že bude uplatněna výhrada, bude Zhotoviteli uhrazen jen skutečně provedený rozsah předmětu plnění. Rozsah plnění, který nebude realizován, se nezapočítává do limitů pro změny podle § 222 odst. 4 až 6 a 9 ZZVZ.</w:t>
      </w:r>
      <w:r>
        <w:t xml:space="preserve"> Vyhrazená změna závazku je v</w:t>
      </w:r>
      <w:r w:rsidRPr="008970E1">
        <w:rPr>
          <w:rFonts w:cs="Arial"/>
        </w:rPr>
        <w:t xml:space="preserve"> Přílo</w:t>
      </w:r>
      <w:r>
        <w:rPr>
          <w:rFonts w:cs="Arial"/>
        </w:rPr>
        <w:t>ze</w:t>
      </w:r>
      <w:r w:rsidRPr="008970E1">
        <w:rPr>
          <w:rFonts w:cs="Arial"/>
        </w:rPr>
        <w:t xml:space="preserve"> č. 4 Smlouvy nazvané Rozpis Ceny Díla</w:t>
      </w:r>
      <w:r>
        <w:rPr>
          <w:rFonts w:cs="Arial"/>
        </w:rPr>
        <w:t xml:space="preserve"> oceněna samostatně</w:t>
      </w:r>
      <w:r w:rsidRPr="008970E1">
        <w:rPr>
          <w:rFonts w:cs="Arial"/>
        </w:rPr>
        <w:t xml:space="preserve">. Práce na vyhrazené změně závazku dle tohoto odstavce zhotovitel zahájí na základě pokynu objednatele. Lhůty pro dokončení a fakturaci jsou uvedeny v Příloze č. 5 Smlouvy Harmonogram plnění. </w:t>
      </w:r>
    </w:p>
    <w:p w14:paraId="79660909" w14:textId="6B24D587" w:rsidR="004F27EE" w:rsidRDefault="004F27EE" w:rsidP="00871452">
      <w:pPr>
        <w:pStyle w:val="Text1-1"/>
        <w:numPr>
          <w:ilvl w:val="0"/>
          <w:numId w:val="0"/>
        </w:numPr>
        <w:ind w:left="737"/>
      </w:pP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7A6D767" w:rsidR="003F5723" w:rsidRDefault="003F5723" w:rsidP="003F5723">
      <w:pPr>
        <w:pStyle w:val="Text1-1"/>
      </w:pPr>
      <w:r>
        <w:t>Objednatel se zavazuje řádně provedené Dílo převzít a za řádně zhotoven</w:t>
      </w:r>
      <w:r w:rsidR="00964369">
        <w:t>ou a </w:t>
      </w:r>
      <w:r>
        <w:t xml:space="preserve">předanou </w:t>
      </w:r>
      <w:r w:rsidR="00810686" w:rsidRPr="008A07C5">
        <w:t>DUSP</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8A07C5">
        <w:t>DUSP</w:t>
      </w:r>
      <w:r w:rsidR="00BC30CC">
        <w:t xml:space="preserve"> </w:t>
      </w:r>
      <w:r>
        <w:t xml:space="preserve">a PDPS </w:t>
      </w:r>
      <w:r w:rsidR="0066686B">
        <w:t xml:space="preserve">včetně vyhrazené změny závazku podle bodu 3.1 Smlouvy </w:t>
      </w:r>
      <w:r>
        <w:t xml:space="preserve">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49C2CF86"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PDSPS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8A10422" w:rsidR="003F5723" w:rsidRPr="00087EC7"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087EC7">
        <w:t>.</w:t>
      </w:r>
      <w:r w:rsidR="00F14C50" w:rsidRPr="00087EC7">
        <w:rPr>
          <w:color w:val="FF0000"/>
        </w:rPr>
        <w:t xml:space="preserve"> </w:t>
      </w:r>
      <w:r w:rsidR="00F14C50" w:rsidRPr="00087EC7">
        <w:t>Postup dle odstavce 3.8 Smlouvy není tímto ustanovením dotčen.</w:t>
      </w:r>
    </w:p>
    <w:p w14:paraId="4C1353C3" w14:textId="535AF5AA" w:rsidR="00F14C50" w:rsidRPr="00087EC7" w:rsidRDefault="00F14C50" w:rsidP="003F5723">
      <w:pPr>
        <w:pStyle w:val="Text1-1"/>
      </w:pPr>
      <w:r w:rsidRPr="00087EC7">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4821F7E4" w:rsidR="00FF0F11" w:rsidRDefault="003F5723" w:rsidP="003F5723">
      <w:pPr>
        <w:pStyle w:val="Text1-1"/>
      </w:pPr>
      <w:r>
        <w:t xml:space="preserve">Místem plnění </w:t>
      </w:r>
      <w:r w:rsidR="00810686" w:rsidRPr="008A07C5">
        <w:t>DUSP</w:t>
      </w:r>
      <w:r w:rsidR="00BC30CC">
        <w:t xml:space="preserve"> </w:t>
      </w:r>
      <w:r>
        <w:t>a PDPS</w:t>
      </w:r>
      <w:r w:rsidR="004F2CDD">
        <w:t xml:space="preserve">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0D48B373" w:rsidR="00FF0F11" w:rsidRPr="00A0190A" w:rsidRDefault="00FF0F11" w:rsidP="00FF0F11">
      <w:pPr>
        <w:pStyle w:val="Text1-1"/>
        <w:numPr>
          <w:ilvl w:val="0"/>
          <w:numId w:val="0"/>
        </w:numPr>
        <w:ind w:left="737"/>
        <w:rPr>
          <w:color w:val="00B050"/>
        </w:rPr>
      </w:pPr>
      <w:r w:rsidRPr="00DA4BFF">
        <w:t>Předání je možné i oprávněné osobě Objednatele ve věcech technických v sídle místně příslušného Oblastního ředitelství</w:t>
      </w:r>
      <w:r w:rsidR="008A07C5" w:rsidRPr="008A07C5">
        <w:rPr>
          <w:rFonts w:eastAsia="Times New Roman" w:cs="Times New Roman"/>
          <w:lang w:eastAsia="cs-CZ"/>
        </w:rPr>
        <w:t xml:space="preserve"> </w:t>
      </w:r>
      <w:r w:rsidR="008A07C5">
        <w:rPr>
          <w:rFonts w:eastAsia="Times New Roman" w:cs="Times New Roman"/>
          <w:lang w:eastAsia="cs-CZ"/>
        </w:rPr>
        <w:t>Hradec Králové, U Fotochemy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t>OSTATNÍ USTANOVENÍ</w:t>
      </w:r>
    </w:p>
    <w:p w14:paraId="2E1A7A3E" w14:textId="37D6A703" w:rsidR="00FF0F11" w:rsidRPr="00361886" w:rsidRDefault="00FF0F11" w:rsidP="00FF0F11">
      <w:pPr>
        <w:pStyle w:val="Text1-1"/>
      </w:pPr>
      <w:r w:rsidRPr="00361886">
        <w:t xml:space="preserve">Cena Díla za zhotovení </w:t>
      </w:r>
      <w:r w:rsidR="00810686" w:rsidRPr="008A07C5">
        <w:t>DUSP</w:t>
      </w:r>
      <w:r w:rsidR="00BC30CC">
        <w:t xml:space="preserve"> a </w:t>
      </w:r>
      <w:r w:rsidRPr="00361886">
        <w:t xml:space="preserve">PDPS bude účtována nejdříve okamžikem řádného ukončení a předání a převzetí </w:t>
      </w:r>
      <w:r w:rsidR="00810686" w:rsidRPr="008A07C5">
        <w:t>DUSP</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lastRenderedPageBreak/>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703ADB9F" w:rsidR="005A6B84" w:rsidRPr="005E4B89" w:rsidRDefault="005A6B84" w:rsidP="005A6B84">
      <w:pPr>
        <w:pStyle w:val="Text1-1"/>
      </w:pPr>
      <w:r w:rsidRPr="005E4B89">
        <w:t>Sociálně a environmentálně odpovědné zadávání</w:t>
      </w:r>
      <w:r w:rsidR="00882028" w:rsidRPr="00EE221B">
        <w:rPr>
          <w:rFonts w:eastAsia="Times New Roman" w:cs="Times New Roman"/>
        </w:rPr>
        <w:t>,</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F81D9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DA4BFF">
        <w:rPr>
          <w:sz w:val="18"/>
          <w:szCs w:val="18"/>
        </w:rPr>
        <w:t>DUSP</w:t>
      </w:r>
      <w:r w:rsidR="00BC30CC">
        <w:t xml:space="preserve"> </w:t>
      </w:r>
      <w:r w:rsidRPr="00381690">
        <w:rPr>
          <w:sz w:val="18"/>
          <w:szCs w:val="18"/>
        </w:rPr>
        <w:t xml:space="preserve">a PDPS umožní v souvislosti s plněním Díla provedení </w:t>
      </w:r>
      <w:r w:rsidRPr="008A07C5">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8A07C5">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361C1A3F" w:rsidR="005A6B84" w:rsidRPr="00DA4BFF" w:rsidRDefault="007A38F0" w:rsidP="00381690">
      <w:pPr>
        <w:pStyle w:val="Odstavecseseznamem"/>
        <w:numPr>
          <w:ilvl w:val="1"/>
          <w:numId w:val="25"/>
        </w:numPr>
        <w:spacing w:after="120" w:line="264" w:lineRule="auto"/>
        <w:ind w:hanging="731"/>
        <w:contextualSpacing w:val="0"/>
        <w:jc w:val="both"/>
        <w:rPr>
          <w:sz w:val="18"/>
          <w:szCs w:val="18"/>
        </w:rPr>
      </w:pPr>
      <w:r w:rsidRPr="00DA4BFF">
        <w:rPr>
          <w:i/>
          <w:sz w:val="18"/>
          <w:szCs w:val="18"/>
        </w:rPr>
        <w:t>NEOBSAZENO</w:t>
      </w:r>
    </w:p>
    <w:p w14:paraId="6D627CEC" w14:textId="06ADCDF1" w:rsidR="00882028" w:rsidRPr="00DA4BFF" w:rsidRDefault="001A4046" w:rsidP="00381690">
      <w:pPr>
        <w:pStyle w:val="Odstavecseseznamem"/>
        <w:numPr>
          <w:ilvl w:val="1"/>
          <w:numId w:val="25"/>
        </w:numPr>
        <w:spacing w:after="120" w:line="264" w:lineRule="auto"/>
        <w:ind w:hanging="731"/>
        <w:contextualSpacing w:val="0"/>
        <w:jc w:val="both"/>
        <w:rPr>
          <w:i/>
          <w:sz w:val="18"/>
          <w:szCs w:val="18"/>
        </w:rPr>
      </w:pPr>
      <w:r w:rsidRPr="00DA4BFF">
        <w:rPr>
          <w:i/>
          <w:sz w:val="18"/>
          <w:szCs w:val="18"/>
        </w:rPr>
        <w:t>NEOBSAZENO</w:t>
      </w:r>
      <w:r w:rsidR="00DA4BFF">
        <w:rPr>
          <w:i/>
          <w:sz w:val="18"/>
          <w:szCs w:val="18"/>
        </w:rPr>
        <w:t>.</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3426F0BD" w:rsidR="004F21EC" w:rsidRPr="00DA4BFF" w:rsidRDefault="008A07C5" w:rsidP="004F21EC">
      <w:pPr>
        <w:pStyle w:val="Text1-1"/>
        <w:numPr>
          <w:ilvl w:val="1"/>
          <w:numId w:val="6"/>
        </w:numPr>
        <w:rPr>
          <w:i/>
        </w:rPr>
      </w:pPr>
      <w:r w:rsidRPr="00DA4BFF">
        <w:rPr>
          <w:i/>
        </w:rPr>
        <w:t>NEOBSAZENO</w:t>
      </w:r>
      <w:r w:rsidR="00DA4BFF" w:rsidRPr="00DA4BFF">
        <w:rPr>
          <w:i/>
        </w:rPr>
        <w:t>.</w:t>
      </w:r>
    </w:p>
    <w:p w14:paraId="5D1042D3" w14:textId="48AFB1E9" w:rsidR="004F21EC" w:rsidRPr="00A0190A" w:rsidRDefault="004F21EC" w:rsidP="00DA4BFF">
      <w:pPr>
        <w:pStyle w:val="Odrka1-3"/>
        <w:numPr>
          <w:ilvl w:val="0"/>
          <w:numId w:val="0"/>
        </w:numPr>
        <w:spacing w:after="120"/>
        <w:contextualSpacing/>
        <w:rPr>
          <w:i/>
          <w:color w:val="00B05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60ED283A" w:rsidR="00F422D3" w:rsidRPr="005B73AF" w:rsidRDefault="00F422D3" w:rsidP="00964369">
      <w:pPr>
        <w:pStyle w:val="Text1-1"/>
      </w:pPr>
      <w:r w:rsidRPr="005B73AF">
        <w:t>Přílohy, které tvoří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1D230BD6"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8B45C4" w:rsidRPr="00204180">
        <w:rPr>
          <w:b/>
        </w:rPr>
        <w:t>/</w:t>
      </w:r>
      <w:r w:rsidR="008B45C4" w:rsidRPr="00DA4BFF">
        <w:rPr>
          <w:b/>
          <w:bCs/>
        </w:rPr>
        <w:t>04/24</w:t>
      </w:r>
      <w:r w:rsidR="008B45C4" w:rsidRPr="008A07C5">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3E27F4CA"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8B45C4">
        <w:t>/06/23“</w:t>
      </w:r>
    </w:p>
    <w:p w14:paraId="5B5F4A27" w14:textId="71ADE67C" w:rsidR="00F422D3" w:rsidRDefault="00124751" w:rsidP="00964369">
      <w:pPr>
        <w:pStyle w:val="Textbezslovn"/>
        <w:ind w:left="2127"/>
      </w:pPr>
      <w:r w:rsidRPr="00964369">
        <w:t>c) Zvláštní technické</w:t>
      </w:r>
      <w:r>
        <w:t xml:space="preserve"> podmínky </w:t>
      </w:r>
      <w:r w:rsidR="006650B1">
        <w:t xml:space="preserve">ze dne </w:t>
      </w:r>
      <w:r w:rsidR="00F254C7">
        <w:t>15</w:t>
      </w:r>
      <w:r w:rsidR="008B45C4">
        <w:t xml:space="preserve">. </w:t>
      </w:r>
      <w:r w:rsidR="00F254C7">
        <w:t>7</w:t>
      </w:r>
      <w:r w:rsidR="008B45C4">
        <w:t>.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34308A9C" w:rsidR="00E513BA" w:rsidRPr="00DA4BFF" w:rsidRDefault="00E513BA" w:rsidP="00964369">
      <w:pPr>
        <w:pStyle w:val="Textbezslovn"/>
      </w:pPr>
      <w:r w:rsidRPr="00DA4BFF">
        <w:t>Příloha č. 10</w:t>
      </w:r>
      <w:r w:rsidRPr="00DA4BFF">
        <w:rPr>
          <w:b/>
        </w:rPr>
        <w:tab/>
      </w:r>
      <w:r w:rsidR="008B45C4" w:rsidRPr="00DA4BFF">
        <w:rPr>
          <w:i/>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4CC45D4A" w14:textId="77777777" w:rsidR="00CB4F6D" w:rsidRDefault="00CB4F6D" w:rsidP="009F0867">
      <w:pPr>
        <w:pStyle w:val="Textbezodsazen"/>
        <w:sectPr w:rsidR="00CB4F6D" w:rsidSect="00A5726F">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558EC709" w:rsidR="00D977E3" w:rsidRPr="00F254C7"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8A07C5">
        <w:rPr>
          <w:sz w:val="18"/>
          <w:szCs w:val="18"/>
        </w:rPr>
        <w:t>d</w:t>
      </w:r>
      <w:r w:rsidRPr="008A07C5">
        <w:rPr>
          <w:sz w:val="18"/>
          <w:szCs w:val="18"/>
        </w:rPr>
        <w:t>okumentace pro vydání společného povolení (DUSP)</w:t>
      </w:r>
      <w:r w:rsidR="00051B02" w:rsidRPr="008A07C5">
        <w:rPr>
          <w:sz w:val="18"/>
          <w:szCs w:val="18"/>
        </w:rPr>
        <w:t xml:space="preserve"> </w:t>
      </w:r>
      <w:r w:rsidRPr="008E5270">
        <w:rPr>
          <w:sz w:val="18"/>
          <w:szCs w:val="18"/>
        </w:rPr>
        <w:t xml:space="preserve">a projektové Dokumentace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6F7896A4" w:rsidR="00D977E3" w:rsidRPr="008E5270"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D87CAE" w:rsidP="00DA4BFF">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8A07C5"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 xml:space="preserve">Součástí předmětu plnění je zpracování hodnocení ekonomické efektivnosti předmětné železniční stavby dle </w:t>
      </w:r>
      <w:r w:rsidR="00404098" w:rsidRPr="008A07C5">
        <w:rPr>
          <w:sz w:val="18"/>
          <w:szCs w:val="18"/>
        </w:rPr>
        <w:t xml:space="preserve">platných </w:t>
      </w:r>
      <w:r w:rsidRPr="008A07C5">
        <w:rPr>
          <w:sz w:val="18"/>
          <w:szCs w:val="18"/>
        </w:rPr>
        <w:t xml:space="preserve">„Prováděcích pokynů pro hodnocení efektivnosti projektů dopravní infrastruktury“, jejichž součástí je </w:t>
      </w:r>
      <w:r w:rsidR="00404098" w:rsidRPr="008A07C5">
        <w:rPr>
          <w:sz w:val="18"/>
          <w:szCs w:val="18"/>
        </w:rPr>
        <w:t xml:space="preserve">aktuálně platná </w:t>
      </w:r>
      <w:r w:rsidRPr="008A07C5">
        <w:rPr>
          <w:sz w:val="18"/>
          <w:szCs w:val="18"/>
        </w:rPr>
        <w:t xml:space="preserve">Rezortní metodika pro hodnocení ekonomické efektivnosti projektů dopravních staveb, schválená Ministerstvem dopravy dne 31. 10. 2017. </w:t>
      </w:r>
      <w:r w:rsidR="00F449F1" w:rsidRPr="008A07C5">
        <w:rPr>
          <w:sz w:val="18"/>
          <w:szCs w:val="18"/>
        </w:rPr>
        <w:t xml:space="preserve">Aktuálně platné znění </w:t>
      </w:r>
      <w:r w:rsidRPr="008A07C5">
        <w:rPr>
          <w:sz w:val="18"/>
          <w:szCs w:val="18"/>
        </w:rPr>
        <w:t>prováděcí</w:t>
      </w:r>
      <w:r w:rsidR="00F449F1" w:rsidRPr="008A07C5">
        <w:rPr>
          <w:sz w:val="18"/>
          <w:szCs w:val="18"/>
        </w:rPr>
        <w:t>ch</w:t>
      </w:r>
      <w:r w:rsidRPr="008A07C5">
        <w:rPr>
          <w:sz w:val="18"/>
          <w:szCs w:val="18"/>
        </w:rPr>
        <w:t xml:space="preserve"> pokyn</w:t>
      </w:r>
      <w:r w:rsidR="00F449F1" w:rsidRPr="008A07C5">
        <w:rPr>
          <w:sz w:val="18"/>
          <w:szCs w:val="18"/>
        </w:rPr>
        <w:t>ů</w:t>
      </w:r>
      <w:r w:rsidRPr="008A07C5">
        <w:rPr>
          <w:sz w:val="18"/>
          <w:szCs w:val="18"/>
        </w:rPr>
        <w:t xml:space="preserve"> j</w:t>
      </w:r>
      <w:r w:rsidR="00F449F1" w:rsidRPr="008A07C5">
        <w:rPr>
          <w:sz w:val="18"/>
          <w:szCs w:val="18"/>
        </w:rPr>
        <w:t>e</w:t>
      </w:r>
      <w:r w:rsidRPr="008A07C5">
        <w:rPr>
          <w:sz w:val="18"/>
          <w:szCs w:val="18"/>
        </w:rPr>
        <w:t xml:space="preserve"> k dispozici na </w:t>
      </w:r>
      <w:hyperlink r:id="rId17" w:history="1">
        <w:r w:rsidR="00596D94" w:rsidRPr="008A07C5">
          <w:rPr>
            <w:rStyle w:val="Hypertextovodkaz"/>
            <w:noProof w:val="0"/>
            <w:sz w:val="18"/>
            <w:szCs w:val="18"/>
          </w:rPr>
          <w:t>http://www.sfdi.cz/pravidla-metodiky-a-ceniky/metodiky/</w:t>
        </w:r>
      </w:hyperlink>
      <w:r w:rsidRPr="008A07C5">
        <w:rPr>
          <w:sz w:val="18"/>
          <w:szCs w:val="18"/>
        </w:rPr>
        <w:t>.</w:t>
      </w:r>
    </w:p>
    <w:p w14:paraId="34F2B966" w14:textId="0BE5EF10" w:rsidR="00D977E3" w:rsidRPr="008A07C5"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D</w:t>
      </w:r>
      <w:r w:rsidR="007A6A90" w:rsidRPr="008A07C5">
        <w:rPr>
          <w:sz w:val="18"/>
          <w:szCs w:val="18"/>
        </w:rPr>
        <w:t>okumentace</w:t>
      </w:r>
      <w:r w:rsidRPr="008A07C5">
        <w:rPr>
          <w:sz w:val="18"/>
          <w:szCs w:val="18"/>
        </w:rPr>
        <w:t xml:space="preserve"> musí obsahovat formuláře vzor 80, 81 a 83 </w:t>
      </w:r>
      <w:r w:rsidR="002228DD" w:rsidRPr="008A07C5">
        <w:rPr>
          <w:sz w:val="18"/>
          <w:szCs w:val="18"/>
        </w:rPr>
        <w:t xml:space="preserve">Pravidel pro postupy v průběhu přípravy investičních a neinvestičních akcí dopravní infrastruktury, financovaných bez účasti státního rozpočtu č.j. MD-41709/2023-910/2 vydaných v prosinci 2023 </w:t>
      </w:r>
      <w:r w:rsidRPr="008A07C5">
        <w:rPr>
          <w:sz w:val="18"/>
          <w:szCs w:val="18"/>
        </w:rPr>
        <w:t xml:space="preserve">v platném znění. </w:t>
      </w:r>
    </w:p>
    <w:p w14:paraId="5EBF60E2" w14:textId="77321542"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A4BFF">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4DEACF4A" w:rsidR="00D977E3" w:rsidRPr="008E5270" w:rsidRDefault="00EF760C"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0550D45" w:rsidR="005C6727" w:rsidRDefault="006A6301" w:rsidP="00DA4BFF">
      <w:pPr>
        <w:widowControl w:val="0"/>
        <w:tabs>
          <w:tab w:val="left" w:pos="426"/>
        </w:tabs>
        <w:autoSpaceDE w:val="0"/>
        <w:autoSpaceDN w:val="0"/>
        <w:spacing w:before="60" w:after="120" w:line="22" w:lineRule="atLeast"/>
        <w:ind w:left="426" w:right="130"/>
        <w:jc w:val="both"/>
        <w:rPr>
          <w:sz w:val="18"/>
          <w:szCs w:val="18"/>
        </w:rPr>
      </w:pPr>
      <w:r w:rsidRPr="008A07C5">
        <w:rPr>
          <w:sz w:val="18"/>
          <w:szCs w:val="18"/>
        </w:rPr>
        <w:t xml:space="preserve">Geodetické a mapové podklady </w:t>
      </w:r>
      <w:r w:rsidR="005C6727" w:rsidRPr="008A07C5">
        <w:rPr>
          <w:sz w:val="18"/>
          <w:szCs w:val="18"/>
        </w:rPr>
        <w:t>(</w:t>
      </w:r>
      <w:r w:rsidRPr="008A07C5">
        <w:rPr>
          <w:sz w:val="18"/>
          <w:szCs w:val="18"/>
        </w:rPr>
        <w:t xml:space="preserve">mapové podklady TÚ </w:t>
      </w:r>
      <w:r w:rsidR="005C6727" w:rsidRPr="008A07C5">
        <w:rPr>
          <w:sz w:val="18"/>
          <w:szCs w:val="18"/>
        </w:rPr>
        <w:t>..</w:t>
      </w:r>
      <w:r w:rsidRPr="008A07C5">
        <w:rPr>
          <w:sz w:val="18"/>
          <w:szCs w:val="18"/>
        </w:rPr>
        <w:t xml:space="preserve"> km </w:t>
      </w:r>
      <w:r w:rsidR="005C6727" w:rsidRPr="008A07C5">
        <w:rPr>
          <w:sz w:val="18"/>
          <w:szCs w:val="18"/>
        </w:rPr>
        <w:t>…</w:t>
      </w:r>
      <w:r w:rsidRPr="008A07C5">
        <w:rPr>
          <w:sz w:val="18"/>
          <w:szCs w:val="18"/>
        </w:rPr>
        <w:t>, p</w:t>
      </w:r>
      <w:r w:rsidR="008B45C4" w:rsidRPr="008A07C5">
        <w:rPr>
          <w:sz w:val="18"/>
          <w:szCs w:val="18"/>
        </w:rPr>
        <w:t>l</w:t>
      </w:r>
      <w:r w:rsidRPr="008A07C5">
        <w:rPr>
          <w:sz w:val="18"/>
          <w:szCs w:val="18"/>
        </w:rPr>
        <w:t>atné ŽBP a projekty PPK</w:t>
      </w:r>
      <w:r w:rsidR="005C6727" w:rsidRPr="008A07C5">
        <w:rPr>
          <w:sz w:val="18"/>
          <w:szCs w:val="18"/>
        </w:rPr>
        <w:t>)</w:t>
      </w:r>
      <w:r w:rsidRPr="008A07C5">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8B45C4">
        <w:rPr>
          <w:sz w:val="18"/>
          <w:szCs w:val="18"/>
        </w:rPr>
        <w:t>.</w:t>
      </w:r>
    </w:p>
    <w:p w14:paraId="265E3384" w14:textId="77777777" w:rsidR="0066686B" w:rsidRPr="00871452" w:rsidRDefault="0066686B" w:rsidP="00871452">
      <w:pPr>
        <w:widowControl w:val="0"/>
        <w:numPr>
          <w:ilvl w:val="1"/>
          <w:numId w:val="21"/>
        </w:numPr>
        <w:tabs>
          <w:tab w:val="clear" w:pos="360"/>
          <w:tab w:val="left" w:pos="426"/>
        </w:tabs>
        <w:autoSpaceDE w:val="0"/>
        <w:autoSpaceDN w:val="0"/>
        <w:spacing w:before="60" w:after="120" w:line="22" w:lineRule="atLeast"/>
        <w:ind w:left="426" w:right="133" w:hanging="426"/>
        <w:jc w:val="both"/>
      </w:pPr>
      <w:r w:rsidRPr="00871452">
        <w:rPr>
          <w:sz w:val="18"/>
          <w:szCs w:val="18"/>
        </w:rPr>
        <w:t xml:space="preserve">Součástí předmětu plnění veřejné zakázky je i „Zhotovení záměru projektu dle čl. 1.1 bod 1.1.1 ZTP v návaznosti na vývoj CIN stavby (dále také jen „Zhotovení ZP“). Zhotovení této části Díla bude záviset na skutečnosti, zda v průběhu zpracování DUSP a PDPS vznikne povinnost zajištění zhotovení záměru projektu v návaznosti na vývoj CIN stavby dle Pravidel pro postupy v průběhu přípravy investičních a neinvestičních akcí dopravní infrastruktury, financovaných bez účasti státního rozpočtu, čj.: MD-41709/2023-910/2. V případě překročení celkových nákladů stavby nad 30 000 000,00 Kč bez DPH musí tuto skutečnost Zhotovitel oznámit Objednateli bez zbytečného odkladu poté, co tato skutečnost nastane. Nejpozději k termínu plnění 3. dílčí etapy musí Zhotovitel upřesnit, u kterých </w:t>
      </w:r>
      <w:r w:rsidRPr="00871452">
        <w:rPr>
          <w:sz w:val="18"/>
          <w:szCs w:val="18"/>
        </w:rPr>
        <w:lastRenderedPageBreak/>
        <w:t>nákladů k navýšení došlo. Zadavatel si jako změnu závazku ze smlouvy v souladu s ustanovením § 100 odst. 1 ZZVZ vyhrazuje možnost zúžit rozsah předmětu plnění o zajištění Zhotovení ZP v případě, že zpracování uvedené části Díla nebude nezbytné pro dokončení zakázky. Zpracování Zhotovení ZP bude zahrnuto do nabídkové ceny. V případě, že bude uplatněna výhrada, bude Zhotoviteli uhrazen jen skutečně provedený rozsah předmětu plnění. Rozsah plnění, který nebude realizován, se nezapočítává do limitů pro změny podle § 222 odst. 4 až 6 a 9 ZZVZ.</w:t>
      </w:r>
      <w:r w:rsidRPr="0066686B">
        <w:rPr>
          <w:sz w:val="18"/>
          <w:szCs w:val="18"/>
        </w:rPr>
        <w:t xml:space="preserve"> Vyhrazená změna závazku je v</w:t>
      </w:r>
      <w:r w:rsidRPr="00871452">
        <w:rPr>
          <w:sz w:val="18"/>
          <w:szCs w:val="18"/>
        </w:rPr>
        <w:t xml:space="preserve"> Příloze č. 4 Smlouvy nazvané Rozpis Ceny Díla oceněna samostatně. Práce na vyhrazené změně závazku dle tohoto odstavce zhotovitel zahájí na základě pokynu objednatele. Lhůty pro dokončení a fakturaci jsou uvedeny v Příloze č. 5 Smlouvy Harmonogram plnění. </w:t>
      </w:r>
    </w:p>
    <w:p w14:paraId="3D8FAE7E" w14:textId="77777777" w:rsidR="0066686B" w:rsidRPr="008E5270" w:rsidRDefault="0066686B" w:rsidP="00DA4BFF">
      <w:pPr>
        <w:widowControl w:val="0"/>
        <w:tabs>
          <w:tab w:val="left" w:pos="426"/>
        </w:tabs>
        <w:autoSpaceDE w:val="0"/>
        <w:autoSpaceDN w:val="0"/>
        <w:spacing w:before="60" w:after="120" w:line="22" w:lineRule="atLeast"/>
        <w:ind w:left="426" w:right="130"/>
        <w:jc w:val="both"/>
        <w:rPr>
          <w:sz w:val="18"/>
          <w:szCs w:val="18"/>
        </w:rPr>
      </w:pPr>
    </w:p>
    <w:p w14:paraId="797007CD" w14:textId="101E4A00"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Default="004908EA" w:rsidP="00866994">
      <w:pPr>
        <w:pStyle w:val="Textbezodsazen"/>
      </w:pPr>
    </w:p>
    <w:p w14:paraId="24DE3981" w14:textId="77777777" w:rsidR="008A07C5" w:rsidRDefault="008A07C5" w:rsidP="00866994">
      <w:pPr>
        <w:pStyle w:val="Textbezodsazen"/>
      </w:pPr>
    </w:p>
    <w:p w14:paraId="184F76B5" w14:textId="77777777" w:rsidR="00DA4BFF" w:rsidRPr="008E5270" w:rsidRDefault="00DA4BFF"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6DE5CB87" w14:textId="19725025" w:rsidR="00CE208D" w:rsidRPr="008E5270" w:rsidRDefault="00CE208D" w:rsidP="00CE208D">
      <w:pPr>
        <w:spacing w:line="240" w:lineRule="auto"/>
        <w:rPr>
          <w:sz w:val="18"/>
          <w:szCs w:val="18"/>
        </w:rPr>
      </w:pPr>
    </w:p>
    <w:p w14:paraId="3C84AB95" w14:textId="77777777" w:rsidR="008B45C4" w:rsidRPr="008A07C5" w:rsidRDefault="008B45C4" w:rsidP="008B45C4">
      <w:pPr>
        <w:spacing w:after="0" w:line="240" w:lineRule="auto"/>
        <w:jc w:val="both"/>
        <w:rPr>
          <w:rFonts w:eastAsia="Times New Roman" w:cs="Arial"/>
          <w:sz w:val="18"/>
          <w:szCs w:val="18"/>
          <w:lang w:eastAsia="cs-CZ"/>
        </w:rPr>
      </w:pPr>
      <w:r w:rsidRPr="008A07C5">
        <w:rPr>
          <w:rFonts w:eastAsia="Times New Roman" w:cs="Times New Roman"/>
          <w:sz w:val="18"/>
          <w:szCs w:val="18"/>
          <w:lang w:eastAsia="cs-CZ"/>
        </w:rPr>
        <w:t xml:space="preserve">Způsob plnění je upraven v čl. 3.4 všeobecných technických podmínek </w:t>
      </w:r>
      <w:r w:rsidRPr="008A07C5">
        <w:rPr>
          <w:rFonts w:eastAsia="Times New Roman" w:cs="Arial"/>
          <w:sz w:val="18"/>
          <w:szCs w:val="18"/>
          <w:lang w:eastAsia="cs-CZ"/>
        </w:rPr>
        <w:t>s těmito odlišnostmi:</w:t>
      </w:r>
    </w:p>
    <w:p w14:paraId="038A84D1" w14:textId="48B743D4" w:rsidR="00CE208D" w:rsidRPr="008B45C4" w:rsidRDefault="008B45C4" w:rsidP="008B45C4">
      <w:pPr>
        <w:pStyle w:val="Textbezodsazen"/>
      </w:pPr>
      <w:r w:rsidRPr="008B45C4">
        <w:rPr>
          <w:rFonts w:eastAsia="Times New Roman" w:cs="Arial"/>
          <w:lang w:eastAsia="cs-CZ"/>
        </w:rPr>
        <w:t>1. dílčí etapa bude odevzdána pouze v elektronické podobě.</w:t>
      </w:r>
    </w:p>
    <w:p w14:paraId="72A27C7B" w14:textId="77777777" w:rsidR="004908EA" w:rsidRDefault="004908EA" w:rsidP="00866994">
      <w:pPr>
        <w:pStyle w:val="Textbezodsazen"/>
        <w:sectPr w:rsidR="004908EA" w:rsidSect="00A5726F">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DF15506" w:rsidR="00124751" w:rsidRDefault="00D53494" w:rsidP="00950EAF">
      <w:pPr>
        <w:pStyle w:val="Nadpisbezsl1-2"/>
      </w:pPr>
      <w:r>
        <w:t>„</w:t>
      </w:r>
      <w:r w:rsidR="00C539CB">
        <w:t>OP/D</w:t>
      </w:r>
      <w:r w:rsidR="00F83EC1">
        <w:t>OKUMENTACE</w:t>
      </w:r>
      <w:r w:rsidR="00F83EC1" w:rsidDel="00F83EC1">
        <w:t xml:space="preserve"> </w:t>
      </w:r>
      <w:r w:rsidR="003F5E4C">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A5726F">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3E579E2C"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57C9F2F4" w:rsidR="00E868F1" w:rsidRDefault="00E868F1" w:rsidP="00E868F1">
      <w:pPr>
        <w:pStyle w:val="Textbezslovn"/>
      </w:pPr>
      <w:r w:rsidRPr="003038BD">
        <w:t>VTP/D</w:t>
      </w:r>
      <w:r w:rsidR="00ED5400">
        <w:t>OKUMENTACE</w:t>
      </w:r>
      <w:r w:rsidR="003F5E4C" w:rsidRPr="003038BD">
        <w:t>/</w:t>
      </w:r>
      <w:r w:rsidR="003F5E4C">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0886BDD4" w:rsidR="00671F70" w:rsidRDefault="003F5E4C" w:rsidP="008A4D1B">
      <w:pPr>
        <w:pStyle w:val="Textbezslovn"/>
        <w:jc w:val="left"/>
      </w:pPr>
      <w:r>
        <w:rPr>
          <w:rFonts w:eastAsia="Times New Roman" w:cs="Times New Roman"/>
          <w:lang w:eastAsia="cs-CZ"/>
        </w:rPr>
        <w:t>„</w:t>
      </w:r>
      <w:r w:rsidRPr="00FC0DD3">
        <w:rPr>
          <w:rStyle w:val="Nadpisvtabulce"/>
          <w:b w:val="0"/>
          <w:bCs/>
        </w:rPr>
        <w:t>Náhrada přejezdu P6831 v km 231,759 trati Svitavy - Česká Třebová</w:t>
      </w:r>
      <w:r>
        <w:rPr>
          <w:rStyle w:val="Nadpisvtabulce"/>
          <w:b w:val="0"/>
          <w:bCs/>
        </w:rPr>
        <w:t xml:space="preserve">“, ze dne </w:t>
      </w:r>
      <w:r w:rsidR="00F254C7">
        <w:rPr>
          <w:rStyle w:val="Nadpisvtabulce"/>
          <w:b w:val="0"/>
          <w:bCs/>
        </w:rPr>
        <w:t>15</w:t>
      </w:r>
      <w:r>
        <w:rPr>
          <w:rStyle w:val="Nadpisvtabulce"/>
          <w:b w:val="0"/>
          <w:bCs/>
        </w:rPr>
        <w:t xml:space="preserve">. </w:t>
      </w:r>
      <w:r w:rsidR="00F254C7">
        <w:rPr>
          <w:rStyle w:val="Nadpisvtabulce"/>
          <w:b w:val="0"/>
          <w:bCs/>
        </w:rPr>
        <w:t>7</w:t>
      </w:r>
      <w:r>
        <w:rPr>
          <w:rStyle w:val="Nadpisvtabulce"/>
          <w:b w:val="0"/>
          <w:bCs/>
        </w:rPr>
        <w:t>.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A5726F">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0E427475" w:rsidR="0084361B" w:rsidRPr="0084361B" w:rsidRDefault="0084361B" w:rsidP="0084361B">
      <w:pPr>
        <w:pStyle w:val="Textbezodsazen"/>
        <w:rPr>
          <w:i/>
          <w:color w:val="FF0000"/>
          <w:highlight w:val="green"/>
        </w:rPr>
      </w:pPr>
    </w:p>
    <w:p w14:paraId="5122797C" w14:textId="414B6DB0" w:rsidR="008A4D1B" w:rsidRDefault="008A4D1B" w:rsidP="008A4D1B">
      <w:pPr>
        <w:pStyle w:val="Textbezodsazen"/>
      </w:pPr>
      <w:r>
        <w:t xml:space="preserve">Cena za zpracování </w:t>
      </w:r>
      <w:r w:rsidR="00EF760C" w:rsidRPr="008A07C5">
        <w:t>DUSP</w:t>
      </w:r>
      <w:r w:rsidR="0051510C">
        <w:t xml:space="preserve"> </w:t>
      </w:r>
      <w:r>
        <w:t xml:space="preserve">a PDPS </w:t>
      </w:r>
      <w:r w:rsidR="0066686B">
        <w:t xml:space="preserve">včetně vyhrazené změny závazku (zhotovení ZP) </w:t>
      </w:r>
      <w:r>
        <w:t xml:space="preserve">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620"/>
        <w:gridCol w:w="29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gridSpan w:val="2"/>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gridSpan w:val="2"/>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4"/>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4"/>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4"/>
          </w:tcPr>
          <w:p w14:paraId="28CBC6C4" w14:textId="2EB3562C"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8A07C5">
              <w:rPr>
                <w:b/>
                <w:bCs/>
              </w:rPr>
              <w:t>DUSP</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gridSpan w:val="2"/>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E858B9" w:rsidRPr="008E3A2B" w14:paraId="1878254E" w14:textId="77777777" w:rsidTr="00476EBD">
        <w:tc>
          <w:tcPr>
            <w:tcW w:w="8730" w:type="dxa"/>
            <w:gridSpan w:val="4"/>
          </w:tcPr>
          <w:p w14:paraId="2E414170" w14:textId="4C2DF3EF" w:rsidR="00E858B9" w:rsidRPr="008E3A2B" w:rsidRDefault="00752B4F" w:rsidP="00476EBD">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871452">
        <w:tc>
          <w:tcPr>
            <w:tcW w:w="2909" w:type="dxa"/>
            <w:tcBorders>
              <w:bottom w:val="single" w:sz="4" w:space="0" w:color="auto"/>
            </w:tcBorders>
          </w:tcPr>
          <w:p w14:paraId="543BDCFA"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0" w:type="dxa"/>
            <w:gridSpan w:val="2"/>
            <w:tcBorders>
              <w:bottom w:val="single" w:sz="4" w:space="0" w:color="auto"/>
            </w:tcBorders>
          </w:tcPr>
          <w:p w14:paraId="1799532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1" w:type="dxa"/>
            <w:tcBorders>
              <w:bottom w:val="single" w:sz="4" w:space="0" w:color="auto"/>
            </w:tcBorders>
          </w:tcPr>
          <w:p w14:paraId="70174A4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r>
      <w:tr w:rsidR="0066686B" w:rsidRPr="00236DCC" w14:paraId="5F6438CD" w14:textId="77777777" w:rsidTr="00871452">
        <w:tc>
          <w:tcPr>
            <w:tcW w:w="5529" w:type="dxa"/>
            <w:gridSpan w:val="2"/>
            <w:tcBorders>
              <w:top w:val="single" w:sz="4" w:space="0" w:color="auto"/>
              <w:bottom w:val="single" w:sz="4" w:space="0" w:color="auto"/>
              <w:right w:val="nil"/>
            </w:tcBorders>
          </w:tcPr>
          <w:p w14:paraId="0B891FBF" w14:textId="5F89B2FD" w:rsidR="0066686B" w:rsidRPr="008E3A2B" w:rsidRDefault="0066686B" w:rsidP="0066686B">
            <w:pPr>
              <w:pStyle w:val="Textbezodsazen"/>
              <w:rPr>
                <w:b/>
              </w:rPr>
            </w:pPr>
            <w:r>
              <w:rPr>
                <w:b/>
                <w:bCs/>
                <w:highlight w:val="green"/>
              </w:rPr>
              <w:t xml:space="preserve">C) </w:t>
            </w:r>
            <w:r w:rsidRPr="002948C0">
              <w:rPr>
                <w:b/>
                <w:bCs/>
                <w:highlight w:val="green"/>
              </w:rPr>
              <w:t xml:space="preserve">Cena za </w:t>
            </w:r>
            <w:r>
              <w:rPr>
                <w:b/>
                <w:bCs/>
                <w:highlight w:val="green"/>
              </w:rPr>
              <w:t>zhotovení</w:t>
            </w:r>
            <w:r w:rsidRPr="002948C0">
              <w:rPr>
                <w:b/>
                <w:bCs/>
                <w:highlight w:val="green"/>
              </w:rPr>
              <w:t xml:space="preserve"> ZP</w:t>
            </w:r>
            <w:r>
              <w:rPr>
                <w:b/>
                <w:bCs/>
              </w:rPr>
              <w:t xml:space="preserve"> – vyhrazená změna závazku</w:t>
            </w:r>
          </w:p>
        </w:tc>
        <w:tc>
          <w:tcPr>
            <w:tcW w:w="290" w:type="dxa"/>
            <w:tcBorders>
              <w:top w:val="single" w:sz="4" w:space="0" w:color="auto"/>
              <w:left w:val="nil"/>
              <w:bottom w:val="single" w:sz="4" w:space="0" w:color="auto"/>
              <w:right w:val="nil"/>
            </w:tcBorders>
          </w:tcPr>
          <w:p w14:paraId="26939DCF" w14:textId="77777777" w:rsidR="0066686B" w:rsidRPr="008E3A2B" w:rsidRDefault="0066686B" w:rsidP="0066686B">
            <w:pPr>
              <w:pStyle w:val="Textbezodsazen"/>
              <w:rPr>
                <w:b/>
              </w:rPr>
            </w:pPr>
          </w:p>
        </w:tc>
        <w:tc>
          <w:tcPr>
            <w:tcW w:w="2911" w:type="dxa"/>
            <w:tcBorders>
              <w:top w:val="single" w:sz="4" w:space="0" w:color="auto"/>
              <w:left w:val="nil"/>
              <w:bottom w:val="single" w:sz="4" w:space="0" w:color="auto"/>
            </w:tcBorders>
          </w:tcPr>
          <w:p w14:paraId="0819C341" w14:textId="77777777" w:rsidR="0066686B" w:rsidRPr="008E3A2B" w:rsidRDefault="0066686B" w:rsidP="0066686B">
            <w:pPr>
              <w:pStyle w:val="Textbezodsazen"/>
              <w:rPr>
                <w:b/>
              </w:rPr>
            </w:pPr>
          </w:p>
        </w:tc>
      </w:tr>
      <w:tr w:rsidR="0066686B" w:rsidRPr="00236DCC" w14:paraId="0FCF0DD6" w14:textId="77777777" w:rsidTr="00871452">
        <w:tc>
          <w:tcPr>
            <w:tcW w:w="2909" w:type="dxa"/>
            <w:tcBorders>
              <w:top w:val="single" w:sz="4" w:space="0" w:color="auto"/>
            </w:tcBorders>
          </w:tcPr>
          <w:p w14:paraId="4846C5B7" w14:textId="2BC647BB" w:rsidR="0066686B" w:rsidRPr="008E3A2B" w:rsidRDefault="0066686B" w:rsidP="0066686B">
            <w:pPr>
              <w:pStyle w:val="Textbezodsazen"/>
              <w:rPr>
                <w:b/>
              </w:rPr>
            </w:pPr>
            <w:r>
              <w:rPr>
                <w:b/>
              </w:rPr>
              <w:t>„</w:t>
            </w:r>
            <w:r w:rsidRPr="00236DCC">
              <w:rPr>
                <w:b/>
              </w:rPr>
              <w:t>[</w:t>
            </w:r>
            <w:r w:rsidRPr="00236DCC">
              <w:rPr>
                <w:b/>
                <w:highlight w:val="yellow"/>
              </w:rPr>
              <w:t>VLOŽÍ ZHOTOVITEL</w:t>
            </w:r>
            <w:r w:rsidRPr="00236DCC">
              <w:rPr>
                <w:b/>
              </w:rPr>
              <w:t>]</w:t>
            </w:r>
            <w:r>
              <w:rPr>
                <w:b/>
              </w:rPr>
              <w:t>“</w:t>
            </w:r>
            <w:r w:rsidRPr="00236DCC">
              <w:rPr>
                <w:b/>
              </w:rPr>
              <w:t xml:space="preserve"> Kč</w:t>
            </w:r>
          </w:p>
        </w:tc>
        <w:tc>
          <w:tcPr>
            <w:tcW w:w="2910" w:type="dxa"/>
            <w:gridSpan w:val="2"/>
            <w:tcBorders>
              <w:top w:val="single" w:sz="4" w:space="0" w:color="auto"/>
            </w:tcBorders>
          </w:tcPr>
          <w:p w14:paraId="5E1BD37F" w14:textId="70BA9770" w:rsidR="0066686B" w:rsidRPr="008E3A2B" w:rsidRDefault="0066686B" w:rsidP="0066686B">
            <w:pPr>
              <w:pStyle w:val="Textbezodsazen"/>
              <w:rPr>
                <w:b/>
              </w:rPr>
            </w:pPr>
            <w:r>
              <w:rPr>
                <w:b/>
              </w:rPr>
              <w:t>„</w:t>
            </w:r>
            <w:r w:rsidRPr="00236DCC">
              <w:rPr>
                <w:b/>
              </w:rPr>
              <w:t>[</w:t>
            </w:r>
            <w:r w:rsidRPr="00236DCC">
              <w:rPr>
                <w:b/>
                <w:highlight w:val="yellow"/>
              </w:rPr>
              <w:t>VLOŽÍ ZHOTOVITEL</w:t>
            </w:r>
            <w:r w:rsidRPr="00236DCC">
              <w:rPr>
                <w:b/>
              </w:rPr>
              <w:t>]</w:t>
            </w:r>
            <w:r>
              <w:rPr>
                <w:b/>
              </w:rPr>
              <w:t>“</w:t>
            </w:r>
            <w:r w:rsidRPr="00236DCC">
              <w:rPr>
                <w:b/>
              </w:rPr>
              <w:t xml:space="preserve"> Kč</w:t>
            </w:r>
          </w:p>
        </w:tc>
        <w:tc>
          <w:tcPr>
            <w:tcW w:w="2911" w:type="dxa"/>
            <w:tcBorders>
              <w:top w:val="single" w:sz="4" w:space="0" w:color="auto"/>
            </w:tcBorders>
          </w:tcPr>
          <w:p w14:paraId="6C8D9D0E" w14:textId="4150A0F8" w:rsidR="0066686B" w:rsidRPr="008E3A2B" w:rsidRDefault="0066686B" w:rsidP="0066686B">
            <w:pPr>
              <w:pStyle w:val="Textbezodsazen"/>
              <w:rPr>
                <w:b/>
              </w:rPr>
            </w:pPr>
            <w:r>
              <w:rPr>
                <w:b/>
              </w:rPr>
              <w:t>„</w:t>
            </w:r>
            <w:r w:rsidRPr="00236DCC">
              <w:rPr>
                <w:b/>
              </w:rPr>
              <w:t>[</w:t>
            </w:r>
            <w:r w:rsidRPr="00236DCC">
              <w:rPr>
                <w:b/>
                <w:highlight w:val="yellow"/>
              </w:rPr>
              <w:t>VLOŽÍ ZHOTOVITEL</w:t>
            </w:r>
            <w:r w:rsidRPr="00236DCC">
              <w:rPr>
                <w:b/>
              </w:rPr>
              <w:t>]</w:t>
            </w:r>
            <w:r>
              <w:rPr>
                <w:b/>
              </w:rPr>
              <w:t>“</w:t>
            </w:r>
            <w:r w:rsidRPr="00236DCC">
              <w:rPr>
                <w:b/>
              </w:rPr>
              <w:t xml:space="preserve"> Kč</w:t>
            </w:r>
          </w:p>
        </w:tc>
      </w:tr>
      <w:tr w:rsidR="0066686B" w:rsidRPr="00236DCC" w14:paraId="7F41A70C" w14:textId="77777777" w:rsidTr="00693E57">
        <w:tc>
          <w:tcPr>
            <w:tcW w:w="8730" w:type="dxa"/>
            <w:gridSpan w:val="4"/>
          </w:tcPr>
          <w:p w14:paraId="5E7D12A8" w14:textId="787F00F8" w:rsidR="0066686B" w:rsidRPr="00236DCC" w:rsidRDefault="0066686B" w:rsidP="0066686B">
            <w:pPr>
              <w:pStyle w:val="Textbezodsazen"/>
              <w:rPr>
                <w:b/>
              </w:rPr>
            </w:pPr>
          </w:p>
        </w:tc>
      </w:tr>
    </w:tbl>
    <w:p w14:paraId="4A462967" w14:textId="77777777" w:rsidR="0084361B" w:rsidRDefault="0084361B" w:rsidP="00D977E3">
      <w:pPr>
        <w:pStyle w:val="Textbezslovn"/>
        <w:ind w:left="284"/>
      </w:pPr>
    </w:p>
    <w:p w14:paraId="56D76AA6" w14:textId="10C7FCD3"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dobu provádění Stavby (předpoklad </w:t>
      </w:r>
      <w:r w:rsidR="003F5E4C">
        <w:t>5</w:t>
      </w:r>
      <w:r>
        <w:t xml:space="preserve"> měsíců</w:t>
      </w:r>
      <w:r w:rsidR="00A3633B">
        <w:t>)</w:t>
      </w:r>
      <w:r>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6D31D1C6" w14:textId="77777777" w:rsidR="00602373" w:rsidRPr="00DA4BFF" w:rsidRDefault="00B121C8" w:rsidP="00B121C8">
      <w:pPr>
        <w:pStyle w:val="Nadpisbezsl1-2"/>
        <w:rPr>
          <w:rStyle w:val="Tun-ZRUIT"/>
        </w:rPr>
      </w:pPr>
      <w:r w:rsidRPr="00DA4BFF">
        <w:rPr>
          <w:rStyle w:val="Tun-ZRUIT"/>
        </w:rPr>
        <w:t>Rozpis částí Ceny Díla k</w:t>
      </w:r>
      <w:r w:rsidR="005201BA" w:rsidRPr="00DA4BFF">
        <w:rPr>
          <w:rStyle w:val="Tun-ZRUIT"/>
        </w:rPr>
        <w:t> </w:t>
      </w:r>
      <w:r w:rsidRPr="00DA4BFF">
        <w:rPr>
          <w:rStyle w:val="Tun-ZRUIT"/>
        </w:rPr>
        <w:t xml:space="preserve">fakturaci podle členění na Dílčí etapy: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DA4BFF" w14:paraId="16ED7116" w14:textId="77777777" w:rsidTr="005229C2">
        <w:tc>
          <w:tcPr>
            <w:tcW w:w="4588" w:type="dxa"/>
            <w:shd w:val="clear" w:color="auto" w:fill="E7E6E6" w:themeFill="background2"/>
          </w:tcPr>
          <w:p w14:paraId="14CC9258" w14:textId="63F98ADF" w:rsidR="00B121C8" w:rsidRPr="00DA4BFF" w:rsidRDefault="00B121C8" w:rsidP="005229C2">
            <w:pPr>
              <w:pStyle w:val="Textbezodsazen"/>
              <w:jc w:val="left"/>
              <w:rPr>
                <w:rStyle w:val="Tun"/>
              </w:rPr>
            </w:pPr>
            <w:r w:rsidRPr="00DA4BFF">
              <w:rPr>
                <w:rStyle w:val="Tun"/>
              </w:rPr>
              <w:t>Specifikace položky, část Ceny Díla k</w:t>
            </w:r>
            <w:r w:rsidR="005201BA" w:rsidRPr="00DA4BFF">
              <w:rPr>
                <w:rStyle w:val="Tun"/>
              </w:rPr>
              <w:t> </w:t>
            </w:r>
            <w:r w:rsidRPr="00DA4BFF">
              <w:rPr>
                <w:rStyle w:val="Tun"/>
              </w:rPr>
              <w:t>fakturaci v %</w:t>
            </w:r>
          </w:p>
        </w:tc>
        <w:tc>
          <w:tcPr>
            <w:tcW w:w="4309" w:type="dxa"/>
            <w:shd w:val="clear" w:color="auto" w:fill="E7E6E6" w:themeFill="background2"/>
          </w:tcPr>
          <w:p w14:paraId="0716F624" w14:textId="5DA8E151" w:rsidR="00B121C8" w:rsidRPr="00DA4BFF" w:rsidRDefault="00B121C8" w:rsidP="005229C2">
            <w:pPr>
              <w:pStyle w:val="Textbezodsazen"/>
              <w:jc w:val="center"/>
              <w:rPr>
                <w:rStyle w:val="Tun"/>
              </w:rPr>
            </w:pPr>
            <w:r w:rsidRPr="00DA4BFF">
              <w:rPr>
                <w:rStyle w:val="Tun"/>
              </w:rPr>
              <w:t>Část ceny díla k</w:t>
            </w:r>
            <w:r w:rsidR="005201BA" w:rsidRPr="00DA4BFF">
              <w:rPr>
                <w:rStyle w:val="Tun"/>
              </w:rPr>
              <w:t> </w:t>
            </w:r>
            <w:r w:rsidRPr="00DA4BFF">
              <w:rPr>
                <w:rStyle w:val="Tun"/>
              </w:rPr>
              <w:t xml:space="preserve">fakturaci </w:t>
            </w:r>
          </w:p>
        </w:tc>
      </w:tr>
      <w:tr w:rsidR="00B121C8" w:rsidRPr="00DA4BFF" w14:paraId="3BB69D92" w14:textId="77777777" w:rsidTr="005229C2">
        <w:tc>
          <w:tcPr>
            <w:tcW w:w="4588" w:type="dxa"/>
            <w:vAlign w:val="center"/>
          </w:tcPr>
          <w:p w14:paraId="2E1820B3" w14:textId="77777777" w:rsidR="00B121C8" w:rsidRPr="00DA4BFF" w:rsidRDefault="00B121C8" w:rsidP="005229C2">
            <w:pPr>
              <w:pStyle w:val="Textbezodsazen"/>
              <w:jc w:val="left"/>
              <w:rPr>
                <w:rStyle w:val="Tun"/>
              </w:rPr>
            </w:pPr>
            <w:r w:rsidRPr="00DA4BFF">
              <w:rPr>
                <w:rStyle w:val="Tun"/>
              </w:rPr>
              <w:t>1. Dílčí etapa</w:t>
            </w:r>
          </w:p>
        </w:tc>
        <w:tc>
          <w:tcPr>
            <w:tcW w:w="4309" w:type="dxa"/>
            <w:vAlign w:val="center"/>
          </w:tcPr>
          <w:p w14:paraId="6EAB4658" w14:textId="220C968A" w:rsidR="00B121C8" w:rsidRPr="00DA4BFF" w:rsidRDefault="0066324D" w:rsidP="005229C2">
            <w:pPr>
              <w:pStyle w:val="Textbezodsazen"/>
              <w:jc w:val="center"/>
              <w:rPr>
                <w:rStyle w:val="Tun"/>
              </w:rPr>
            </w:pPr>
            <w:r w:rsidRPr="00DA4BFF">
              <w:t>70 % ceny DUSP+PDPS</w:t>
            </w:r>
          </w:p>
        </w:tc>
      </w:tr>
      <w:tr w:rsidR="00B121C8" w:rsidRPr="00DA4BFF" w14:paraId="6E789ABA" w14:textId="77777777" w:rsidTr="005229C2">
        <w:tc>
          <w:tcPr>
            <w:tcW w:w="4588" w:type="dxa"/>
            <w:vAlign w:val="center"/>
          </w:tcPr>
          <w:p w14:paraId="67C7D0C3" w14:textId="2C5BCDA0" w:rsidR="00B121C8" w:rsidRPr="00DA4BFF" w:rsidRDefault="00B121C8" w:rsidP="005229C2">
            <w:pPr>
              <w:pStyle w:val="Textbezodsazen"/>
              <w:jc w:val="left"/>
              <w:rPr>
                <w:rStyle w:val="Tun"/>
              </w:rPr>
            </w:pPr>
            <w:r w:rsidRPr="00DA4BFF">
              <w:rPr>
                <w:rStyle w:val="Tun"/>
              </w:rPr>
              <w:t>2. Dílčí etapa</w:t>
            </w:r>
          </w:p>
        </w:tc>
        <w:tc>
          <w:tcPr>
            <w:tcW w:w="4309" w:type="dxa"/>
            <w:vAlign w:val="center"/>
          </w:tcPr>
          <w:p w14:paraId="77A0CA2A" w14:textId="57F7E899" w:rsidR="00D540E2" w:rsidRPr="00DA4BFF" w:rsidRDefault="0066324D" w:rsidP="00D540E2">
            <w:pPr>
              <w:pStyle w:val="Textbezodsazen"/>
              <w:jc w:val="center"/>
              <w:rPr>
                <w:rStyle w:val="Tun"/>
              </w:rPr>
            </w:pPr>
            <w:r w:rsidRPr="00DA4BFF">
              <w:t>20 % ceny DUSP+PDPS</w:t>
            </w:r>
          </w:p>
        </w:tc>
      </w:tr>
      <w:tr w:rsidR="00B121C8" w:rsidRPr="00DA4BFF" w14:paraId="7C11C5F9" w14:textId="77777777" w:rsidTr="005229C2">
        <w:tc>
          <w:tcPr>
            <w:tcW w:w="4588" w:type="dxa"/>
            <w:vAlign w:val="center"/>
          </w:tcPr>
          <w:p w14:paraId="23D4B9F3" w14:textId="77777777" w:rsidR="00B121C8" w:rsidRPr="00DA4BFF" w:rsidRDefault="00B121C8" w:rsidP="005229C2">
            <w:pPr>
              <w:pStyle w:val="Textbezodsazen"/>
              <w:jc w:val="left"/>
              <w:rPr>
                <w:rStyle w:val="Tun"/>
              </w:rPr>
            </w:pPr>
            <w:r w:rsidRPr="00DA4BFF">
              <w:rPr>
                <w:rStyle w:val="Tun"/>
              </w:rPr>
              <w:t>3. Dílčí etapa</w:t>
            </w:r>
          </w:p>
        </w:tc>
        <w:tc>
          <w:tcPr>
            <w:tcW w:w="4309" w:type="dxa"/>
            <w:vAlign w:val="center"/>
          </w:tcPr>
          <w:p w14:paraId="32EE53CE" w14:textId="5CA325D3" w:rsidR="00B121C8" w:rsidRPr="00DA4BFF" w:rsidRDefault="0066324D" w:rsidP="005229C2">
            <w:pPr>
              <w:pStyle w:val="Textbezodsazen"/>
              <w:jc w:val="center"/>
              <w:rPr>
                <w:rStyle w:val="Tun"/>
              </w:rPr>
            </w:pPr>
            <w:r w:rsidRPr="00DA4BFF">
              <w:t>10 % ceny DUSP+PDPS</w:t>
            </w:r>
          </w:p>
        </w:tc>
      </w:tr>
      <w:tr w:rsidR="00E31744" w:rsidRPr="00DA4BFF" w14:paraId="41F1C5F9" w14:textId="77777777" w:rsidTr="005229C2">
        <w:tc>
          <w:tcPr>
            <w:tcW w:w="4588" w:type="dxa"/>
            <w:vAlign w:val="center"/>
          </w:tcPr>
          <w:p w14:paraId="1BC3FAAF" w14:textId="2630F463" w:rsidR="00E31744" w:rsidRPr="00E31744" w:rsidRDefault="00E31744" w:rsidP="005229C2">
            <w:pPr>
              <w:pStyle w:val="Textbezodsazen"/>
              <w:jc w:val="left"/>
              <w:rPr>
                <w:rStyle w:val="Tun"/>
                <w:highlight w:val="yellow"/>
              </w:rPr>
            </w:pPr>
            <w:r w:rsidRPr="00871452">
              <w:rPr>
                <w:rStyle w:val="Tun"/>
              </w:rPr>
              <w:t>4. Dílčí etapa</w:t>
            </w:r>
          </w:p>
        </w:tc>
        <w:tc>
          <w:tcPr>
            <w:tcW w:w="4309" w:type="dxa"/>
            <w:vAlign w:val="center"/>
          </w:tcPr>
          <w:p w14:paraId="4874BFE0" w14:textId="6D1919BE" w:rsidR="00E31744" w:rsidRPr="00E31744" w:rsidRDefault="00E31744" w:rsidP="005229C2">
            <w:pPr>
              <w:pStyle w:val="Textbezodsazen"/>
              <w:jc w:val="center"/>
              <w:rPr>
                <w:highlight w:val="yellow"/>
              </w:rPr>
            </w:pPr>
            <w:r w:rsidRPr="00D87CAE">
              <w:t xml:space="preserve">100 % ceny </w:t>
            </w:r>
            <w:r w:rsidR="00775CA7" w:rsidRPr="00D87CAE">
              <w:t xml:space="preserve">za zhotovení </w:t>
            </w:r>
            <w:r w:rsidRPr="00D87CAE">
              <w:t>ZP</w:t>
            </w:r>
          </w:p>
        </w:tc>
      </w:tr>
      <w:tr w:rsidR="00B121C8" w:rsidRPr="00B72613" w14:paraId="5A8FA64F" w14:textId="77777777" w:rsidTr="005229C2">
        <w:tc>
          <w:tcPr>
            <w:tcW w:w="4588" w:type="dxa"/>
            <w:vAlign w:val="center"/>
          </w:tcPr>
          <w:p w14:paraId="2CD0606A" w14:textId="40BAA149" w:rsidR="00B121C8" w:rsidRPr="00DA4BFF" w:rsidRDefault="00E31744" w:rsidP="005229C2">
            <w:pPr>
              <w:pStyle w:val="Textbezodsazen"/>
              <w:jc w:val="left"/>
              <w:rPr>
                <w:rStyle w:val="Tun"/>
              </w:rPr>
            </w:pPr>
            <w:r>
              <w:rPr>
                <w:rStyle w:val="Tun"/>
              </w:rPr>
              <w:t>5</w:t>
            </w:r>
            <w:r w:rsidR="00B121C8" w:rsidRPr="00DA4BFF">
              <w:rPr>
                <w:rStyle w:val="Tun"/>
              </w:rPr>
              <w:t>. Dílčí etapa</w:t>
            </w:r>
          </w:p>
        </w:tc>
        <w:tc>
          <w:tcPr>
            <w:tcW w:w="4309" w:type="dxa"/>
            <w:vAlign w:val="center"/>
          </w:tcPr>
          <w:p w14:paraId="510F7F33" w14:textId="79EEED3C" w:rsidR="00B121C8" w:rsidRPr="00DA4BFF" w:rsidRDefault="0066324D" w:rsidP="005229C2">
            <w:pPr>
              <w:pStyle w:val="Textbezodsazen"/>
              <w:jc w:val="center"/>
              <w:rPr>
                <w:rStyle w:val="Tun"/>
              </w:rPr>
            </w:pPr>
            <w:r w:rsidRPr="00DA4BFF">
              <w:t>fakturace ceny za výkon DP při provádění stavby čtvrtletně</w:t>
            </w:r>
          </w:p>
        </w:tc>
      </w:tr>
    </w:tbl>
    <w:p w14:paraId="058A035A" w14:textId="77777777" w:rsidR="00B121C8" w:rsidRDefault="00B121C8" w:rsidP="004B6AE0">
      <w:pPr>
        <w:pStyle w:val="Textbezodsazen"/>
      </w:pPr>
    </w:p>
    <w:p w14:paraId="5183F949" w14:textId="12FD516F" w:rsidR="004C41AC" w:rsidRPr="00B121C8" w:rsidRDefault="004C41AC" w:rsidP="004C41AC">
      <w:pPr>
        <w:pStyle w:val="Textbezodsazen"/>
        <w:rPr>
          <w:highlight w:val="cyan"/>
        </w:rPr>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A5726F">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Default="004C41AC" w:rsidP="004C41AC">
      <w:pPr>
        <w:pStyle w:val="Text2-1"/>
        <w:numPr>
          <w:ilvl w:val="0"/>
          <w:numId w:val="0"/>
        </w:numPr>
        <w:ind w:left="737" w:hanging="737"/>
      </w:pPr>
    </w:p>
    <w:p w14:paraId="22278BA7" w14:textId="77777777" w:rsidR="003F5E4C" w:rsidRPr="008A07C5" w:rsidRDefault="003F5E4C" w:rsidP="003F5E4C">
      <w:pPr>
        <w:spacing w:after="0" w:line="240" w:lineRule="auto"/>
        <w:ind w:left="426"/>
        <w:rPr>
          <w:rFonts w:asciiTheme="minorHAnsi" w:eastAsia="Times New Roman" w:hAnsiTheme="minorHAnsi" w:cs="Times New Roman"/>
          <w:sz w:val="18"/>
          <w:szCs w:val="18"/>
          <w:lang w:eastAsia="cs-CZ"/>
        </w:rPr>
      </w:pPr>
      <w:r w:rsidRPr="008A07C5">
        <w:rPr>
          <w:rFonts w:eastAsia="Times New Roman" w:cs="Times New Roman"/>
          <w:b/>
          <w:sz w:val="18"/>
          <w:szCs w:val="18"/>
          <w:u w:val="single"/>
          <w:lang w:eastAsia="cs-CZ"/>
        </w:rPr>
        <w:t>Zahájení plnění:</w:t>
      </w:r>
      <w:r w:rsidRPr="008A07C5">
        <w:rPr>
          <w:rFonts w:eastAsia="Times New Roman" w:cs="Times New Roman"/>
          <w:sz w:val="18"/>
          <w:szCs w:val="18"/>
          <w:lang w:eastAsia="cs-CZ"/>
        </w:rPr>
        <w:t xml:space="preserve"> dnem nabytí účinnosti smlouvy.</w:t>
      </w:r>
    </w:p>
    <w:p w14:paraId="62255504" w14:textId="77777777" w:rsidR="003F5E4C" w:rsidRPr="008A07C5" w:rsidRDefault="003F5E4C" w:rsidP="003F5E4C">
      <w:pPr>
        <w:spacing w:after="0" w:line="240" w:lineRule="auto"/>
        <w:ind w:left="426"/>
        <w:rPr>
          <w:rFonts w:eastAsia="Times New Roman" w:cs="Times New Roman"/>
          <w:b/>
          <w:sz w:val="18"/>
          <w:szCs w:val="18"/>
          <w:lang w:eastAsia="cs-CZ"/>
        </w:rPr>
      </w:pPr>
    </w:p>
    <w:p w14:paraId="4D3B6201" w14:textId="77777777" w:rsidR="003F5E4C" w:rsidRPr="008A07C5" w:rsidRDefault="003F5E4C" w:rsidP="003F5E4C">
      <w:pPr>
        <w:spacing w:after="0" w:line="240" w:lineRule="auto"/>
        <w:ind w:left="426"/>
        <w:rPr>
          <w:rFonts w:eastAsia="Times New Roman" w:cs="Times New Roman"/>
          <w:b/>
          <w:sz w:val="18"/>
          <w:szCs w:val="18"/>
          <w:u w:val="single"/>
          <w:lang w:eastAsia="cs-CZ"/>
        </w:rPr>
      </w:pPr>
      <w:r w:rsidRPr="008A07C5">
        <w:rPr>
          <w:rFonts w:eastAsia="Times New Roman" w:cs="Times New Roman"/>
          <w:b/>
          <w:sz w:val="18"/>
          <w:szCs w:val="18"/>
          <w:u w:val="single"/>
          <w:lang w:eastAsia="cs-CZ"/>
        </w:rPr>
        <w:t>Dokončení plnění:</w:t>
      </w:r>
    </w:p>
    <w:p w14:paraId="7A2B9B40" w14:textId="77777777" w:rsidR="003F5E4C" w:rsidRPr="008A07C5" w:rsidRDefault="003F5E4C" w:rsidP="003F5E4C">
      <w:pPr>
        <w:spacing w:after="0" w:line="240" w:lineRule="auto"/>
        <w:ind w:left="426"/>
        <w:rPr>
          <w:rFonts w:eastAsia="Times New Roman" w:cs="Times New Roman"/>
          <w:b/>
          <w:sz w:val="18"/>
          <w:szCs w:val="18"/>
          <w:lang w:eastAsia="cs-CZ"/>
        </w:rPr>
      </w:pPr>
    </w:p>
    <w:p w14:paraId="75EFCCC0" w14:textId="77777777" w:rsidR="003F5E4C" w:rsidRPr="008A07C5" w:rsidRDefault="003F5E4C" w:rsidP="003F5E4C">
      <w:pPr>
        <w:spacing w:after="0" w:line="240" w:lineRule="auto"/>
        <w:ind w:firstLine="426"/>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 xml:space="preserve">1. dílčí etapa: </w:t>
      </w:r>
    </w:p>
    <w:p w14:paraId="0B8ECE2D"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Předmět díla v rozsahu – zpracování </w:t>
      </w:r>
      <w:r w:rsidRPr="008A07C5">
        <w:rPr>
          <w:rFonts w:eastAsia="Times New Roman" w:cs="Times New Roman"/>
          <w:bCs/>
          <w:iCs/>
          <w:sz w:val="18"/>
          <w:szCs w:val="18"/>
          <w:lang w:eastAsia="cs-CZ"/>
        </w:rPr>
        <w:t>DUSP+PDPS</w:t>
      </w:r>
      <w:r w:rsidRPr="008A07C5">
        <w:rPr>
          <w:rFonts w:eastAsia="Times New Roman" w:cs="Times New Roman"/>
          <w:bCs/>
          <w:i/>
          <w:sz w:val="18"/>
          <w:szCs w:val="18"/>
          <w:lang w:eastAsia="cs-CZ"/>
        </w:rPr>
        <w:t xml:space="preserve"> </w:t>
      </w:r>
      <w:r w:rsidRPr="008A07C5">
        <w:rPr>
          <w:rFonts w:eastAsia="Times New Roman" w:cs="Times New Roman"/>
          <w:bCs/>
          <w:iCs/>
          <w:sz w:val="18"/>
          <w:szCs w:val="18"/>
          <w:lang w:eastAsia="cs-CZ"/>
        </w:rPr>
        <w:t>(včetně výkonu DP při zhotovení PDPS), souhrnného rozpočtu a ekonomického hodnocení</w:t>
      </w:r>
      <w:r w:rsidRPr="008A07C5">
        <w:rPr>
          <w:rFonts w:eastAsia="Times New Roman" w:cs="Times New Roman"/>
          <w:iCs/>
          <w:sz w:val="18"/>
          <w:szCs w:val="18"/>
          <w:lang w:eastAsia="cs-CZ"/>
        </w:rPr>
        <w:t xml:space="preserve"> k připomínkám</w:t>
      </w:r>
    </w:p>
    <w:p w14:paraId="00884189" w14:textId="77777777" w:rsidR="003F5E4C" w:rsidRPr="008A07C5" w:rsidRDefault="003F5E4C" w:rsidP="003F5E4C">
      <w:pPr>
        <w:spacing w:after="0" w:line="240" w:lineRule="auto"/>
        <w:ind w:left="426"/>
        <w:jc w:val="both"/>
        <w:rPr>
          <w:rFonts w:eastAsia="Times New Roman" w:cs="Times New Roman"/>
          <w:b/>
          <w:sz w:val="18"/>
          <w:szCs w:val="18"/>
          <w:highlight w:val="green"/>
          <w:lang w:eastAsia="cs-CZ"/>
        </w:rPr>
      </w:pPr>
    </w:p>
    <w:p w14:paraId="0646C631"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xml:space="preserve">- bude dokončeno a předáno </w:t>
      </w:r>
      <w:r w:rsidRPr="008A07C5">
        <w:rPr>
          <w:rFonts w:eastAsia="Times New Roman" w:cs="Times New Roman"/>
          <w:b/>
          <w:sz w:val="18"/>
          <w:szCs w:val="18"/>
          <w:lang w:eastAsia="cs-CZ"/>
        </w:rPr>
        <w:t>do 8 měsíců od zahájení plnění</w:t>
      </w:r>
    </w:p>
    <w:p w14:paraId="642DF9BA"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52D2352F"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 xml:space="preserve">70 </w:t>
      </w:r>
      <w:r w:rsidRPr="008A07C5">
        <w:rPr>
          <w:rFonts w:eastAsia="Times New Roman" w:cs="Times New Roman"/>
          <w:sz w:val="18"/>
          <w:szCs w:val="18"/>
          <w:lang w:eastAsia="cs-CZ"/>
        </w:rPr>
        <w:t xml:space="preserve">% ceny díla za zpracování </w:t>
      </w:r>
      <w:r w:rsidRPr="008A07C5">
        <w:rPr>
          <w:rFonts w:eastAsia="Times New Roman" w:cs="Times New Roman"/>
          <w:b/>
          <w:iCs/>
          <w:sz w:val="18"/>
          <w:szCs w:val="18"/>
          <w:lang w:eastAsia="cs-CZ"/>
        </w:rPr>
        <w:t>DUSP+PDPS.</w:t>
      </w:r>
    </w:p>
    <w:p w14:paraId="654F3A24" w14:textId="77777777" w:rsidR="003F5E4C" w:rsidRPr="008A07C5" w:rsidRDefault="003F5E4C" w:rsidP="003F5E4C">
      <w:pPr>
        <w:spacing w:after="0" w:line="240" w:lineRule="auto"/>
        <w:ind w:left="426"/>
        <w:jc w:val="both"/>
        <w:rPr>
          <w:rFonts w:eastAsia="Times New Roman" w:cs="Times New Roman"/>
          <w:sz w:val="18"/>
          <w:szCs w:val="18"/>
          <w:highlight w:val="green"/>
          <w:lang w:eastAsia="cs-CZ"/>
        </w:rPr>
      </w:pPr>
    </w:p>
    <w:p w14:paraId="2B7670C3" w14:textId="77777777" w:rsidR="003F5E4C" w:rsidRPr="008A07C5" w:rsidRDefault="003F5E4C" w:rsidP="003F5E4C">
      <w:pPr>
        <w:spacing w:after="0" w:line="240" w:lineRule="auto"/>
        <w:ind w:left="426"/>
        <w:jc w:val="both"/>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2. dílčí etapa:</w:t>
      </w:r>
    </w:p>
    <w:p w14:paraId="79D0C214" w14:textId="77777777" w:rsidR="003F5E4C" w:rsidRPr="008A07C5" w:rsidRDefault="003F5E4C" w:rsidP="003F5E4C">
      <w:pPr>
        <w:spacing w:after="0" w:line="240" w:lineRule="auto"/>
        <w:ind w:left="426"/>
        <w:jc w:val="both"/>
        <w:rPr>
          <w:rFonts w:eastAsia="Times New Roman" w:cs="Times New Roman"/>
          <w:sz w:val="18"/>
          <w:szCs w:val="18"/>
          <w:lang w:eastAsia="x-none"/>
        </w:rPr>
      </w:pPr>
      <w:r w:rsidRPr="008A07C5">
        <w:rPr>
          <w:rFonts w:eastAsia="Times New Roman" w:cs="Times New Roman"/>
          <w:sz w:val="18"/>
          <w:szCs w:val="18"/>
          <w:lang w:eastAsia="cs-CZ"/>
        </w:rPr>
        <w:t xml:space="preserve">Předmět díla v rozsahu – odevzdání DUSP+PDPS </w:t>
      </w:r>
      <w:r w:rsidRPr="008A07C5">
        <w:rPr>
          <w:rFonts w:eastAsia="Times New Roman" w:cs="Times New Roman"/>
          <w:bCs/>
          <w:iCs/>
          <w:sz w:val="18"/>
          <w:szCs w:val="18"/>
          <w:lang w:eastAsia="cs-CZ"/>
        </w:rPr>
        <w:t xml:space="preserve">(včetně výkonu DP při zhotovení PDPS) </w:t>
      </w:r>
      <w:r w:rsidRPr="008A07C5">
        <w:rPr>
          <w:rFonts w:eastAsia="Times New Roman" w:cs="Times New Roman"/>
          <w:sz w:val="18"/>
          <w:szCs w:val="18"/>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58B25FEB"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4E168E84" w14:textId="77777777" w:rsidR="003F5E4C" w:rsidRPr="008A07C5" w:rsidRDefault="003F5E4C" w:rsidP="003F5E4C">
      <w:pPr>
        <w:spacing w:after="0" w:line="240" w:lineRule="auto"/>
        <w:ind w:left="426"/>
        <w:jc w:val="both"/>
        <w:rPr>
          <w:rFonts w:eastAsia="Times New Roman" w:cs="Times New Roman"/>
          <w:b/>
          <w:sz w:val="18"/>
          <w:szCs w:val="18"/>
          <w:lang w:eastAsia="cs-CZ"/>
        </w:rPr>
      </w:pPr>
      <w:r w:rsidRPr="008A07C5">
        <w:rPr>
          <w:rFonts w:eastAsia="Times New Roman" w:cs="Times New Roman"/>
          <w:sz w:val="18"/>
          <w:szCs w:val="18"/>
          <w:lang w:eastAsia="cs-CZ"/>
        </w:rPr>
        <w:t xml:space="preserve">- bude dokončeno a předáno </w:t>
      </w:r>
      <w:r w:rsidRPr="008A07C5">
        <w:rPr>
          <w:rFonts w:eastAsia="Times New Roman" w:cs="Times New Roman"/>
          <w:b/>
          <w:sz w:val="18"/>
          <w:szCs w:val="18"/>
          <w:lang w:eastAsia="cs-CZ"/>
        </w:rPr>
        <w:t>do 12 měsíců od zahájení plnění</w:t>
      </w:r>
    </w:p>
    <w:p w14:paraId="5266371E"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65D5995"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20</w:t>
      </w:r>
      <w:r w:rsidRPr="008A07C5">
        <w:rPr>
          <w:rFonts w:eastAsia="Times New Roman" w:cs="Times New Roman"/>
          <w:sz w:val="18"/>
          <w:szCs w:val="18"/>
          <w:lang w:eastAsia="cs-CZ"/>
        </w:rPr>
        <w:t xml:space="preserve"> % ceny díla za zpracování </w:t>
      </w:r>
      <w:r w:rsidRPr="008A07C5">
        <w:rPr>
          <w:rFonts w:eastAsia="Times New Roman" w:cs="Times New Roman"/>
          <w:b/>
          <w:iCs/>
          <w:sz w:val="18"/>
          <w:szCs w:val="18"/>
          <w:lang w:eastAsia="cs-CZ"/>
        </w:rPr>
        <w:t>DUSP+PDPS.</w:t>
      </w:r>
    </w:p>
    <w:p w14:paraId="3642813F"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06518BE" w14:textId="7573EED8" w:rsidR="003F5E4C" w:rsidRPr="008A07C5" w:rsidRDefault="003F5E4C" w:rsidP="003F5E4C">
      <w:pPr>
        <w:spacing w:after="0" w:line="240" w:lineRule="auto"/>
        <w:ind w:left="426"/>
        <w:jc w:val="both"/>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3. dílčí etapa</w:t>
      </w:r>
      <w:r w:rsidR="00387F3C">
        <w:rPr>
          <w:rFonts w:eastAsia="Times New Roman" w:cs="Times New Roman"/>
          <w:b/>
          <w:i/>
          <w:sz w:val="18"/>
          <w:szCs w:val="18"/>
          <w:u w:val="single"/>
          <w:lang w:eastAsia="cs-CZ"/>
        </w:rPr>
        <w:t>:</w:t>
      </w:r>
    </w:p>
    <w:p w14:paraId="3172F61C"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Předmět díla v rozsahu – zajištění právní moci rozhodnutí o povolení záměru (povolení stavby nebo zařízení) dle Stavebního zákona</w:t>
      </w:r>
    </w:p>
    <w:p w14:paraId="225855C8"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1DFA9AE"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bude dokončeno odevzdáním pravomocného rozhodnutí Objednateli</w:t>
      </w:r>
    </w:p>
    <w:p w14:paraId="6C7D51BF" w14:textId="77777777" w:rsidR="003F5E4C" w:rsidRPr="008A07C5" w:rsidRDefault="003F5E4C" w:rsidP="003F5E4C">
      <w:pPr>
        <w:pStyle w:val="Odstavecseseznamem"/>
        <w:spacing w:after="0" w:line="240" w:lineRule="auto"/>
        <w:ind w:left="786"/>
        <w:jc w:val="both"/>
        <w:rPr>
          <w:rFonts w:eastAsia="Times New Roman" w:cs="Times New Roman"/>
          <w:sz w:val="18"/>
          <w:szCs w:val="18"/>
          <w:lang w:eastAsia="cs-CZ"/>
        </w:rPr>
      </w:pPr>
    </w:p>
    <w:p w14:paraId="1EB60EEA"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bCs/>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10</w:t>
      </w:r>
      <w:r w:rsidRPr="008A07C5">
        <w:rPr>
          <w:rFonts w:eastAsia="Times New Roman" w:cs="Times New Roman"/>
          <w:sz w:val="18"/>
          <w:szCs w:val="18"/>
          <w:lang w:eastAsia="cs-CZ"/>
        </w:rPr>
        <w:t xml:space="preserve"> % ceny díla za zpracování </w:t>
      </w:r>
      <w:r w:rsidRPr="008A07C5">
        <w:rPr>
          <w:rFonts w:eastAsia="Times New Roman" w:cs="Times New Roman"/>
          <w:b/>
          <w:iCs/>
          <w:sz w:val="18"/>
          <w:szCs w:val="18"/>
          <w:lang w:eastAsia="cs-CZ"/>
        </w:rPr>
        <w:t>DUSP+PDPS.</w:t>
      </w:r>
    </w:p>
    <w:p w14:paraId="6C0C86CC" w14:textId="77777777" w:rsidR="00E31744" w:rsidRDefault="00E31744" w:rsidP="003F5E4C">
      <w:pPr>
        <w:spacing w:after="0" w:line="240" w:lineRule="auto"/>
        <w:ind w:left="426"/>
        <w:jc w:val="both"/>
        <w:rPr>
          <w:rFonts w:eastAsia="Times New Roman" w:cs="Times New Roman"/>
          <w:sz w:val="18"/>
          <w:szCs w:val="18"/>
          <w:highlight w:val="green"/>
          <w:lang w:eastAsia="cs-CZ"/>
        </w:rPr>
      </w:pPr>
    </w:p>
    <w:p w14:paraId="4812C19B" w14:textId="77777777" w:rsidR="00E31744" w:rsidRPr="00D87CAE" w:rsidRDefault="00E31744" w:rsidP="00E31744">
      <w:pPr>
        <w:spacing w:after="0" w:line="240" w:lineRule="auto"/>
        <w:ind w:left="426"/>
        <w:jc w:val="both"/>
        <w:rPr>
          <w:rFonts w:eastAsia="Times New Roman" w:cs="Times New Roman"/>
          <w:b/>
          <w:i/>
          <w:sz w:val="18"/>
          <w:szCs w:val="18"/>
          <w:u w:val="single"/>
          <w:lang w:eastAsia="cs-CZ"/>
        </w:rPr>
      </w:pPr>
      <w:r w:rsidRPr="00D87CAE">
        <w:rPr>
          <w:rFonts w:eastAsia="Times New Roman" w:cs="Times New Roman"/>
          <w:b/>
          <w:i/>
          <w:sz w:val="18"/>
          <w:szCs w:val="18"/>
          <w:u w:val="single"/>
          <w:lang w:eastAsia="cs-CZ"/>
        </w:rPr>
        <w:t>4. dílčí etapa:</w:t>
      </w:r>
    </w:p>
    <w:p w14:paraId="436D0D2C" w14:textId="332F7060" w:rsidR="00E31744" w:rsidRPr="00D87CAE" w:rsidRDefault="000E5720" w:rsidP="00E31744">
      <w:pPr>
        <w:spacing w:after="0" w:line="240" w:lineRule="auto"/>
        <w:ind w:left="284"/>
        <w:jc w:val="both"/>
        <w:rPr>
          <w:rFonts w:eastAsia="Times New Roman" w:cs="Times New Roman"/>
          <w:bCs/>
          <w:sz w:val="18"/>
          <w:szCs w:val="18"/>
          <w:lang w:eastAsia="cs-CZ"/>
        </w:rPr>
      </w:pPr>
      <w:r w:rsidRPr="00D87CAE">
        <w:rPr>
          <w:rFonts w:eastAsia="Times New Roman" w:cs="Times New Roman"/>
          <w:bCs/>
          <w:sz w:val="18"/>
          <w:szCs w:val="18"/>
          <w:lang w:eastAsia="cs-CZ"/>
        </w:rPr>
        <w:t xml:space="preserve">  </w:t>
      </w:r>
      <w:r w:rsidR="00E31744" w:rsidRPr="00D87CAE">
        <w:rPr>
          <w:rFonts w:eastAsia="Times New Roman" w:cs="Times New Roman"/>
          <w:bCs/>
          <w:sz w:val="18"/>
          <w:szCs w:val="18"/>
          <w:lang w:eastAsia="cs-CZ"/>
        </w:rPr>
        <w:t xml:space="preserve">Předmět díla v rozsahu – </w:t>
      </w:r>
      <w:r w:rsidRPr="00D87CAE">
        <w:rPr>
          <w:rFonts w:eastAsia="Times New Roman" w:cs="Times New Roman"/>
          <w:bCs/>
          <w:sz w:val="18"/>
          <w:szCs w:val="18"/>
          <w:lang w:eastAsia="cs-CZ"/>
        </w:rPr>
        <w:t xml:space="preserve">zhotovení </w:t>
      </w:r>
      <w:r w:rsidR="00E31744" w:rsidRPr="00D87CAE">
        <w:rPr>
          <w:rFonts w:eastAsia="Times New Roman" w:cs="Times New Roman"/>
          <w:bCs/>
          <w:sz w:val="18"/>
          <w:szCs w:val="18"/>
          <w:lang w:eastAsia="cs-CZ"/>
        </w:rPr>
        <w:t>Záměru projektu</w:t>
      </w:r>
      <w:r w:rsidRPr="00D87CAE">
        <w:rPr>
          <w:rFonts w:eastAsia="Times New Roman" w:cs="Times New Roman"/>
          <w:bCs/>
          <w:sz w:val="18"/>
          <w:szCs w:val="18"/>
          <w:lang w:eastAsia="cs-CZ"/>
        </w:rPr>
        <w:t xml:space="preserve"> (vyhrazená změna závazku)</w:t>
      </w:r>
    </w:p>
    <w:p w14:paraId="499F1DDC" w14:textId="77777777" w:rsidR="00E31744" w:rsidRPr="00D87CAE" w:rsidRDefault="00E31744" w:rsidP="00E31744">
      <w:pPr>
        <w:spacing w:after="0" w:line="240" w:lineRule="auto"/>
        <w:jc w:val="both"/>
        <w:rPr>
          <w:rFonts w:eastAsia="Times New Roman" w:cs="Times New Roman"/>
          <w:bCs/>
          <w:sz w:val="18"/>
          <w:szCs w:val="18"/>
          <w:lang w:eastAsia="cs-CZ"/>
        </w:rPr>
      </w:pPr>
    </w:p>
    <w:p w14:paraId="784968B2" w14:textId="77777777" w:rsidR="00E31744" w:rsidRPr="00D87CAE" w:rsidRDefault="00E31744" w:rsidP="00E31744">
      <w:pPr>
        <w:pStyle w:val="Odstavecseseznamem"/>
        <w:numPr>
          <w:ilvl w:val="0"/>
          <w:numId w:val="34"/>
        </w:numPr>
        <w:spacing w:after="0" w:line="240" w:lineRule="auto"/>
        <w:jc w:val="both"/>
        <w:rPr>
          <w:rFonts w:eastAsia="Times New Roman" w:cs="Times New Roman"/>
          <w:bCs/>
          <w:sz w:val="18"/>
          <w:szCs w:val="18"/>
          <w:lang w:eastAsia="cs-CZ"/>
        </w:rPr>
      </w:pPr>
      <w:r w:rsidRPr="00D87CAE">
        <w:rPr>
          <w:rFonts w:eastAsia="Times New Roman" w:cs="Times New Roman"/>
          <w:bCs/>
          <w:sz w:val="18"/>
          <w:szCs w:val="18"/>
          <w:lang w:eastAsia="cs-CZ"/>
        </w:rPr>
        <w:t xml:space="preserve">Bude dokončeno a předáno do </w:t>
      </w:r>
      <w:r w:rsidRPr="00D87CAE">
        <w:rPr>
          <w:rFonts w:eastAsia="Times New Roman" w:cs="Times New Roman"/>
          <w:b/>
          <w:sz w:val="18"/>
          <w:szCs w:val="18"/>
          <w:lang w:eastAsia="cs-CZ"/>
        </w:rPr>
        <w:t>3 měsíců od pokynu objednatele</w:t>
      </w:r>
    </w:p>
    <w:p w14:paraId="33426475" w14:textId="3DF6EC44" w:rsidR="00E31744" w:rsidRPr="00D87CAE" w:rsidRDefault="00E31744" w:rsidP="00E31744">
      <w:pPr>
        <w:pStyle w:val="Odstavecseseznamem"/>
        <w:numPr>
          <w:ilvl w:val="0"/>
          <w:numId w:val="34"/>
        </w:numPr>
        <w:spacing w:after="0" w:line="240" w:lineRule="auto"/>
        <w:jc w:val="both"/>
        <w:rPr>
          <w:rFonts w:eastAsia="Times New Roman" w:cs="Times New Roman"/>
          <w:bCs/>
          <w:sz w:val="18"/>
          <w:szCs w:val="18"/>
          <w:lang w:eastAsia="cs-CZ"/>
        </w:rPr>
      </w:pPr>
      <w:r w:rsidRPr="00D87CAE">
        <w:rPr>
          <w:rFonts w:eastAsia="Times New Roman" w:cs="Times New Roman"/>
          <w:bCs/>
          <w:sz w:val="18"/>
          <w:szCs w:val="18"/>
          <w:lang w:eastAsia="cs-CZ"/>
        </w:rPr>
        <w:t xml:space="preserve">fakturováno bude </w:t>
      </w:r>
      <w:r w:rsidRPr="00D87CAE">
        <w:rPr>
          <w:rFonts w:eastAsia="Times New Roman" w:cs="Times New Roman"/>
          <w:b/>
          <w:sz w:val="18"/>
          <w:szCs w:val="18"/>
          <w:lang w:eastAsia="cs-CZ"/>
        </w:rPr>
        <w:t>100 %</w:t>
      </w:r>
      <w:r w:rsidRPr="00D87CAE">
        <w:rPr>
          <w:rFonts w:eastAsia="Times New Roman" w:cs="Times New Roman"/>
          <w:bCs/>
          <w:sz w:val="18"/>
          <w:szCs w:val="18"/>
          <w:lang w:eastAsia="cs-CZ"/>
        </w:rPr>
        <w:t xml:space="preserve"> ceny díla za </w:t>
      </w:r>
      <w:r w:rsidR="000E5720" w:rsidRPr="00D87CAE">
        <w:rPr>
          <w:rFonts w:eastAsia="Times New Roman" w:cs="Times New Roman"/>
          <w:bCs/>
          <w:sz w:val="18"/>
          <w:szCs w:val="18"/>
          <w:lang w:eastAsia="cs-CZ"/>
        </w:rPr>
        <w:t xml:space="preserve">zhotovení </w:t>
      </w:r>
      <w:r w:rsidRPr="00D87CAE">
        <w:rPr>
          <w:rFonts w:eastAsia="Times New Roman" w:cs="Times New Roman"/>
          <w:bCs/>
          <w:sz w:val="18"/>
          <w:szCs w:val="18"/>
          <w:lang w:eastAsia="cs-CZ"/>
        </w:rPr>
        <w:t>ZP</w:t>
      </w:r>
    </w:p>
    <w:p w14:paraId="31A75B22" w14:textId="77777777" w:rsidR="00E31744" w:rsidRPr="008A07C5" w:rsidRDefault="00E31744" w:rsidP="003F5E4C">
      <w:pPr>
        <w:spacing w:after="0" w:line="240" w:lineRule="auto"/>
        <w:ind w:left="426"/>
        <w:jc w:val="both"/>
        <w:rPr>
          <w:rFonts w:eastAsia="Times New Roman" w:cs="Times New Roman"/>
          <w:sz w:val="18"/>
          <w:szCs w:val="18"/>
          <w:highlight w:val="green"/>
          <w:lang w:eastAsia="cs-CZ"/>
        </w:rPr>
      </w:pPr>
    </w:p>
    <w:p w14:paraId="0C457CCA" w14:textId="386F05FD" w:rsidR="003F5E4C" w:rsidRPr="008A07C5" w:rsidRDefault="00E31744" w:rsidP="003F5E4C">
      <w:pPr>
        <w:spacing w:after="0" w:line="240" w:lineRule="auto"/>
        <w:ind w:left="426"/>
        <w:jc w:val="both"/>
        <w:rPr>
          <w:rFonts w:eastAsia="Times New Roman" w:cs="Times New Roman"/>
          <w:b/>
          <w:i/>
          <w:sz w:val="18"/>
          <w:szCs w:val="18"/>
          <w:u w:val="single"/>
          <w:lang w:eastAsia="cs-CZ"/>
        </w:rPr>
      </w:pPr>
      <w:r>
        <w:rPr>
          <w:rFonts w:eastAsia="Times New Roman" w:cs="Times New Roman"/>
          <w:b/>
          <w:i/>
          <w:sz w:val="18"/>
          <w:szCs w:val="18"/>
          <w:u w:val="single"/>
          <w:lang w:eastAsia="cs-CZ"/>
        </w:rPr>
        <w:t>5</w:t>
      </w:r>
      <w:r w:rsidR="003F5E4C" w:rsidRPr="008A07C5">
        <w:rPr>
          <w:rFonts w:eastAsia="Times New Roman" w:cs="Times New Roman"/>
          <w:b/>
          <w:i/>
          <w:sz w:val="18"/>
          <w:szCs w:val="18"/>
          <w:u w:val="single"/>
          <w:lang w:eastAsia="cs-CZ"/>
        </w:rPr>
        <w:t>. dílčí etapa</w:t>
      </w:r>
      <w:r w:rsidR="00387F3C">
        <w:rPr>
          <w:rFonts w:eastAsia="Times New Roman" w:cs="Times New Roman"/>
          <w:b/>
          <w:i/>
          <w:sz w:val="18"/>
          <w:szCs w:val="18"/>
          <w:u w:val="single"/>
          <w:lang w:eastAsia="cs-CZ"/>
        </w:rPr>
        <w:t>:</w:t>
      </w:r>
      <w:r w:rsidR="003F5E4C" w:rsidRPr="008A07C5">
        <w:rPr>
          <w:rFonts w:eastAsia="Times New Roman" w:cs="Times New Roman"/>
          <w:b/>
          <w:i/>
          <w:sz w:val="18"/>
          <w:szCs w:val="18"/>
          <w:u w:val="single"/>
          <w:lang w:eastAsia="cs-CZ"/>
        </w:rPr>
        <w:t xml:space="preserve">  </w:t>
      </w:r>
    </w:p>
    <w:p w14:paraId="60D0FC9D"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8A07C5">
        <w:rPr>
          <w:rFonts w:eastAsia="Times New Roman" w:cs="Times New Roman"/>
          <w:b/>
          <w:sz w:val="18"/>
          <w:szCs w:val="18"/>
          <w:lang w:eastAsia="cs-CZ"/>
        </w:rPr>
        <w:t>5</w:t>
      </w:r>
      <w:r w:rsidRPr="008A07C5">
        <w:rPr>
          <w:rFonts w:eastAsia="Times New Roman" w:cs="Times New Roman"/>
          <w:sz w:val="18"/>
          <w:szCs w:val="18"/>
          <w:lang w:eastAsia="cs-CZ"/>
        </w:rPr>
        <w:t xml:space="preserve"> měsíců), vždy ale do ukončení stavebních prací na stavbě dle Smlouvy o dílo se zhotovitelem stavby</w:t>
      </w:r>
    </w:p>
    <w:p w14:paraId="4C780BD2" w14:textId="77777777" w:rsidR="003F5E4C" w:rsidRPr="008A07C5" w:rsidRDefault="003F5E4C" w:rsidP="003F5E4C">
      <w:pPr>
        <w:spacing w:after="0" w:line="240" w:lineRule="auto"/>
        <w:ind w:left="426"/>
        <w:jc w:val="both"/>
        <w:rPr>
          <w:rFonts w:eastAsia="Times New Roman" w:cs="Times New Roman"/>
          <w:b/>
          <w:sz w:val="18"/>
          <w:szCs w:val="18"/>
          <w:lang w:eastAsia="cs-CZ"/>
        </w:rPr>
      </w:pPr>
      <w:r w:rsidRPr="008A07C5">
        <w:rPr>
          <w:rFonts w:eastAsia="Times New Roman" w:cs="Times New Roman"/>
          <w:sz w:val="18"/>
          <w:szCs w:val="18"/>
          <w:lang w:eastAsia="cs-CZ"/>
        </w:rPr>
        <w:t>- bude dokončeno a předáno:</w:t>
      </w:r>
      <w:r w:rsidRPr="008A07C5">
        <w:rPr>
          <w:rFonts w:eastAsia="Times New Roman" w:cs="Times New Roman"/>
          <w:b/>
          <w:sz w:val="18"/>
          <w:szCs w:val="18"/>
          <w:lang w:eastAsia="cs-CZ"/>
        </w:rPr>
        <w:t xml:space="preserve"> ke dni dokončení stavebních prací na stavbě a podpisu </w:t>
      </w:r>
      <w:r w:rsidRPr="008A07C5">
        <w:rPr>
          <w:rFonts w:eastAsia="Times New Roman" w:cs="Times New Roman"/>
          <w:bCs/>
          <w:sz w:val="18"/>
          <w:szCs w:val="18"/>
          <w:lang w:eastAsia="cs-CZ"/>
        </w:rPr>
        <w:t>a předložení výkazu poskytnutých služeb (o výkonu DP při provádění stavby)</w:t>
      </w:r>
    </w:p>
    <w:p w14:paraId="346A49A3"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C97BD97" w14:textId="77777777" w:rsidR="003F5E4C" w:rsidRPr="008A07C5" w:rsidRDefault="003F5E4C" w:rsidP="003F5E4C">
      <w:pPr>
        <w:spacing w:after="0" w:line="240" w:lineRule="auto"/>
        <w:ind w:left="426"/>
        <w:rPr>
          <w:rFonts w:eastAsia="Times New Roman" w:cs="Times New Roman"/>
          <w:sz w:val="18"/>
          <w:szCs w:val="18"/>
          <w:lang w:eastAsia="cs-CZ"/>
        </w:rPr>
      </w:pPr>
    </w:p>
    <w:p w14:paraId="7BBDED53" w14:textId="14513FB8" w:rsidR="003F5E4C" w:rsidRDefault="003F5E4C" w:rsidP="00DA4BFF">
      <w:pPr>
        <w:pStyle w:val="Text2-1"/>
        <w:numPr>
          <w:ilvl w:val="0"/>
          <w:numId w:val="0"/>
        </w:numPr>
        <w:ind w:left="426"/>
      </w:pPr>
      <w:r w:rsidRPr="003F5E4C">
        <w:rPr>
          <w:rFonts w:eastAsia="Times New Roman" w:cs="Times New Roman"/>
          <w:lang w:eastAsia="cs-CZ"/>
        </w:rPr>
        <w:t>Cena za dílo v rámci jednotlivých etap bude fakturována za předpokladu odevzdání díla bez vad a nedodělků, k výše uvedeným termínům plnění.</w:t>
      </w:r>
    </w:p>
    <w:p w14:paraId="6FA5058A" w14:textId="77777777" w:rsidR="003F5E4C" w:rsidRPr="004C41AC" w:rsidRDefault="003F5E4C" w:rsidP="004C41AC">
      <w:pPr>
        <w:pStyle w:val="Text2-1"/>
        <w:numPr>
          <w:ilvl w:val="0"/>
          <w:numId w:val="0"/>
        </w:numPr>
        <w:ind w:left="737" w:hanging="737"/>
      </w:pPr>
    </w:p>
    <w:p w14:paraId="46B34CC8" w14:textId="03789530" w:rsidR="004C41AC" w:rsidRPr="004C41AC" w:rsidRDefault="004C41AC" w:rsidP="004C41AC">
      <w:pPr>
        <w:pStyle w:val="Textbezodsazen"/>
        <w:rPr>
          <w:i/>
          <w:color w:val="FF0000"/>
          <w:highlight w:val="cya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2586"/>
        <w:gridCol w:w="6282"/>
      </w:tblGrid>
      <w:tr w:rsidR="008A07C5" w:rsidRPr="00F95FBD" w14:paraId="3D88A70C" w14:textId="77777777" w:rsidTr="00DA4BF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72AB8F4" w14:textId="77777777" w:rsidR="008A07C5" w:rsidRPr="00F95FBD" w:rsidRDefault="008A07C5" w:rsidP="003F5E4C">
            <w:pPr>
              <w:pStyle w:val="Tabulka"/>
              <w:rPr>
                <w:rStyle w:val="Nadpisvtabulce"/>
              </w:rPr>
            </w:pPr>
            <w:r w:rsidRPr="00F95FBD">
              <w:rPr>
                <w:rStyle w:val="Nadpisvtabulce"/>
              </w:rPr>
              <w:t>Jméno a příjmení</w:t>
            </w:r>
          </w:p>
        </w:tc>
        <w:tc>
          <w:tcPr>
            <w:tcW w:w="0" w:type="dxa"/>
            <w:shd w:val="clear" w:color="auto" w:fill="auto"/>
          </w:tcPr>
          <w:p w14:paraId="7EC6739C" w14:textId="2DF5E615" w:rsidR="008A07C5" w:rsidRPr="00131DBB" w:rsidDel="003F5E4C" w:rsidRDefault="008A07C5" w:rsidP="003F5E4C">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8A07C5" w:rsidRPr="00F95FBD" w14:paraId="017D304E"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3E7D4549" w14:textId="77777777" w:rsidR="008A07C5" w:rsidRPr="00F95FBD" w:rsidRDefault="008A07C5" w:rsidP="003F5E4C">
            <w:pPr>
              <w:pStyle w:val="Tabulka"/>
            </w:pPr>
            <w:r w:rsidRPr="00F95FBD">
              <w:t>Adresa</w:t>
            </w:r>
          </w:p>
        </w:tc>
        <w:tc>
          <w:tcPr>
            <w:tcW w:w="0" w:type="dxa"/>
            <w:shd w:val="clear" w:color="auto" w:fill="auto"/>
          </w:tcPr>
          <w:p w14:paraId="368217F4" w14:textId="4D888E24" w:rsidR="008A07C5" w:rsidRPr="00131DBB" w:rsidDel="003F5E4C" w:rsidRDefault="008A07C5"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8A07C5" w:rsidRPr="00F95FBD" w14:paraId="6B28128F"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3AB2D95B" w14:textId="77777777" w:rsidR="008A07C5" w:rsidRPr="00F95FBD" w:rsidRDefault="008A07C5" w:rsidP="003F5E4C">
            <w:pPr>
              <w:pStyle w:val="Tabulka"/>
            </w:pPr>
            <w:r w:rsidRPr="00F95FBD">
              <w:t>E-mail</w:t>
            </w:r>
          </w:p>
        </w:tc>
        <w:tc>
          <w:tcPr>
            <w:tcW w:w="0" w:type="dxa"/>
            <w:shd w:val="clear" w:color="auto" w:fill="auto"/>
          </w:tcPr>
          <w:p w14:paraId="4E199D74" w14:textId="0AC1E51B" w:rsidR="008A07C5" w:rsidRPr="00131DBB" w:rsidDel="003F5E4C" w:rsidRDefault="00D87CAE"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8A07C5" w:rsidRPr="002E5788">
                <w:t>Bocak@spravazeleznic.cz</w:t>
              </w:r>
            </w:hyperlink>
            <w:r w:rsidR="008A07C5">
              <w:t xml:space="preserve">   </w:t>
            </w:r>
          </w:p>
        </w:tc>
      </w:tr>
      <w:tr w:rsidR="008A07C5" w:rsidRPr="00F95FBD" w14:paraId="3604F29D"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7B5CD9E1" w14:textId="77777777" w:rsidR="008A07C5" w:rsidRPr="00F95FBD" w:rsidRDefault="008A07C5" w:rsidP="003F5E4C">
            <w:pPr>
              <w:pStyle w:val="Tabulka"/>
            </w:pPr>
            <w:r w:rsidRPr="00F95FBD">
              <w:t>Telefon</w:t>
            </w:r>
          </w:p>
        </w:tc>
        <w:tc>
          <w:tcPr>
            <w:tcW w:w="0" w:type="dxa"/>
            <w:shd w:val="clear" w:color="auto" w:fill="auto"/>
          </w:tcPr>
          <w:p w14:paraId="538459DC" w14:textId="4B7EF11C" w:rsidR="008A07C5" w:rsidRPr="00131DBB" w:rsidDel="003F5E4C" w:rsidRDefault="008A07C5"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71086418" w14:textId="77777777" w:rsidR="003F5E4C" w:rsidRDefault="003F5E4C" w:rsidP="00817F98">
      <w:pPr>
        <w:pStyle w:val="Textbezodsazen"/>
      </w:pPr>
    </w:p>
    <w:p w14:paraId="51AFE8EE" w14:textId="77777777" w:rsidR="003F5E4C" w:rsidRPr="00F95FBD" w:rsidRDefault="003F5E4C" w:rsidP="003F5E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2552"/>
        <w:gridCol w:w="6316"/>
      </w:tblGrid>
      <w:tr w:rsidR="003F5E4C" w:rsidRPr="00F95FBD" w14:paraId="4F2383D5" w14:textId="77777777" w:rsidTr="008714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6487D37E" w14:textId="77777777" w:rsidR="003F5E4C" w:rsidRPr="00F95FBD" w:rsidRDefault="003F5E4C" w:rsidP="00CB187E">
            <w:pPr>
              <w:pStyle w:val="Tabulka"/>
              <w:rPr>
                <w:rStyle w:val="Nadpisvtabulce"/>
              </w:rPr>
            </w:pPr>
            <w:r w:rsidRPr="00F95FBD">
              <w:rPr>
                <w:rStyle w:val="Nadpisvtabulce"/>
              </w:rPr>
              <w:t>Jméno a příjmení</w:t>
            </w:r>
          </w:p>
        </w:tc>
        <w:tc>
          <w:tcPr>
            <w:tcW w:w="6316" w:type="dxa"/>
            <w:shd w:val="clear" w:color="auto" w:fill="auto"/>
          </w:tcPr>
          <w:p w14:paraId="49C96B3B" w14:textId="77777777" w:rsidR="003F5E4C" w:rsidRPr="00354FAC" w:rsidRDefault="003F5E4C" w:rsidP="00CB187E">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3F5E4C" w:rsidRPr="00F95FBD" w14:paraId="38CBBB4F" w14:textId="77777777" w:rsidTr="00871452">
        <w:trPr>
          <w:trHeight w:val="17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20857492" w14:textId="77777777" w:rsidR="003F5E4C" w:rsidRPr="00F95FBD" w:rsidRDefault="003F5E4C" w:rsidP="00CB187E">
            <w:pPr>
              <w:pStyle w:val="Tabulka"/>
            </w:pPr>
            <w:r w:rsidRPr="00F95FBD">
              <w:t>Adresa</w:t>
            </w:r>
          </w:p>
        </w:tc>
        <w:tc>
          <w:tcPr>
            <w:tcW w:w="6316" w:type="dxa"/>
            <w:shd w:val="clear" w:color="auto" w:fill="auto"/>
          </w:tcPr>
          <w:p w14:paraId="3AD5D7FC" w14:textId="77777777" w:rsidR="003F5E4C" w:rsidRPr="00354FAC" w:rsidRDefault="003F5E4C" w:rsidP="00CB187E">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3F5E4C" w:rsidRPr="00F95FBD" w14:paraId="386E6571" w14:textId="77777777" w:rsidTr="00871452">
        <w:trPr>
          <w:trHeight w:val="17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ADD9A97" w14:textId="77777777" w:rsidR="003F5E4C" w:rsidRPr="00F95FBD" w:rsidRDefault="003F5E4C" w:rsidP="00CB187E">
            <w:pPr>
              <w:pStyle w:val="Tabulka"/>
            </w:pPr>
            <w:r w:rsidRPr="00F95FBD">
              <w:t>E-mail</w:t>
            </w:r>
          </w:p>
        </w:tc>
        <w:tc>
          <w:tcPr>
            <w:tcW w:w="6316" w:type="dxa"/>
            <w:shd w:val="clear" w:color="auto" w:fill="auto"/>
          </w:tcPr>
          <w:p w14:paraId="22808B58" w14:textId="77777777" w:rsidR="003F5E4C" w:rsidRPr="00FB4272" w:rsidRDefault="003F5E4C" w:rsidP="00CB187E">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3F5E4C" w:rsidRPr="00F95FBD" w14:paraId="2D20C004" w14:textId="77777777" w:rsidTr="00871452">
        <w:trPr>
          <w:trHeight w:val="17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E367BE9" w14:textId="77777777" w:rsidR="003F5E4C" w:rsidRPr="00F95FBD" w:rsidRDefault="003F5E4C" w:rsidP="00CB187E">
            <w:pPr>
              <w:pStyle w:val="Tabulka"/>
            </w:pPr>
            <w:r w:rsidRPr="00F95FBD">
              <w:t>Telefon</w:t>
            </w:r>
          </w:p>
        </w:tc>
        <w:tc>
          <w:tcPr>
            <w:tcW w:w="6316" w:type="dxa"/>
            <w:shd w:val="clear" w:color="auto" w:fill="auto"/>
          </w:tcPr>
          <w:p w14:paraId="0B3C8E03" w14:textId="77777777" w:rsidR="003F5E4C" w:rsidRPr="00FB4272" w:rsidRDefault="003F5E4C" w:rsidP="00CB18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7DFC277D" w14:textId="77777777" w:rsidR="003F5E4C" w:rsidRPr="00F95FBD" w:rsidRDefault="003F5E4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552"/>
        <w:gridCol w:w="6316"/>
      </w:tblGrid>
      <w:tr w:rsidR="00817F98" w:rsidRPr="00F95FBD" w14:paraId="38ABF97F" w14:textId="77777777" w:rsidTr="008714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6316" w:type="dxa"/>
            <w:shd w:val="clear" w:color="auto" w:fill="auto"/>
          </w:tcPr>
          <w:p w14:paraId="5414AFE0" w14:textId="641CE223" w:rsidR="00817F98" w:rsidRPr="00FB4272" w:rsidRDefault="003F5E4C"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4BFF">
              <w:t>Ing. Martin Charvát</w:t>
            </w:r>
          </w:p>
        </w:tc>
      </w:tr>
      <w:tr w:rsidR="00817F98" w:rsidRPr="00F95FBD" w14:paraId="1BB16DE7"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388F3DCD" w14:textId="77777777" w:rsidR="00817F98" w:rsidRPr="00F95FBD" w:rsidRDefault="00817F98" w:rsidP="00817F98">
            <w:pPr>
              <w:pStyle w:val="Tabulka"/>
            </w:pPr>
            <w:r w:rsidRPr="00F95FBD">
              <w:t>Adresa</w:t>
            </w:r>
          </w:p>
        </w:tc>
        <w:tc>
          <w:tcPr>
            <w:tcW w:w="6316" w:type="dxa"/>
            <w:shd w:val="clear" w:color="auto" w:fill="auto"/>
          </w:tcPr>
          <w:p w14:paraId="6A42B1F2" w14:textId="70D3F782"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259/1,</w:t>
            </w:r>
            <w:r>
              <w:br/>
            </w:r>
            <w:r w:rsidRPr="00B74D1E">
              <w:t>501 01 Hradec Králové</w:t>
            </w:r>
            <w:r w:rsidRPr="00131DBB" w:rsidDel="003F5E4C">
              <w:rPr>
                <w:highlight w:val="green"/>
              </w:rPr>
              <w:t xml:space="preserve"> </w:t>
            </w:r>
          </w:p>
        </w:tc>
      </w:tr>
      <w:tr w:rsidR="00817F98" w:rsidRPr="00F95FBD" w14:paraId="0FA341E4"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00D1FA5C" w14:textId="77777777" w:rsidR="00817F98" w:rsidRPr="00F95FBD" w:rsidRDefault="00817F98" w:rsidP="00817F98">
            <w:pPr>
              <w:pStyle w:val="Tabulka"/>
            </w:pPr>
            <w:r w:rsidRPr="00F95FBD">
              <w:t>E-mail</w:t>
            </w:r>
          </w:p>
        </w:tc>
        <w:tc>
          <w:tcPr>
            <w:tcW w:w="6316" w:type="dxa"/>
            <w:shd w:val="clear" w:color="auto" w:fill="auto"/>
          </w:tcPr>
          <w:p w14:paraId="127E3AD2" w14:textId="2F139D7F"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4BFF">
              <w:t>charvatm@spravazeleznic.cz</w:t>
            </w:r>
          </w:p>
        </w:tc>
      </w:tr>
      <w:tr w:rsidR="00817F98" w:rsidRPr="00F95FBD" w14:paraId="19C849CD"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05237E44" w14:textId="77777777" w:rsidR="00817F98" w:rsidRPr="00F95FBD" w:rsidRDefault="00817F98" w:rsidP="00817F98">
            <w:pPr>
              <w:pStyle w:val="Tabulka"/>
            </w:pPr>
            <w:r w:rsidRPr="00F95FBD">
              <w:t>Telefon</w:t>
            </w:r>
          </w:p>
        </w:tc>
        <w:tc>
          <w:tcPr>
            <w:tcW w:w="6316" w:type="dxa"/>
            <w:shd w:val="clear" w:color="auto" w:fill="auto"/>
          </w:tcPr>
          <w:p w14:paraId="3DAFBBE6" w14:textId="1E8DDC71"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33C3F42C" w14:textId="77777777" w:rsidR="00817F98" w:rsidRPr="00F95FBD" w:rsidRDefault="00817F98" w:rsidP="00817F98">
      <w:pPr>
        <w:pStyle w:val="Textbezodsazen"/>
      </w:pPr>
    </w:p>
    <w:p w14:paraId="19B57123" w14:textId="434EA395"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Borders>
          <w:top w:val="single" w:sz="2" w:space="0" w:color="auto"/>
        </w:tblBorders>
        <w:shd w:val="clear" w:color="auto" w:fill="FFFFFF" w:themeFill="background1"/>
        <w:tblLook w:val="04A0" w:firstRow="1" w:lastRow="0" w:firstColumn="1" w:lastColumn="0" w:noHBand="0" w:noVBand="1"/>
      </w:tblPr>
      <w:tblGrid>
        <w:gridCol w:w="2552"/>
        <w:gridCol w:w="6316"/>
      </w:tblGrid>
      <w:tr w:rsidR="00817F98" w:rsidRPr="00F95FBD" w14:paraId="2C72E098" w14:textId="77777777" w:rsidTr="008714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631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05BCA77" w14:textId="3D2D2EFE" w:rsidR="00817F98" w:rsidRPr="00D53494" w:rsidRDefault="00D53494" w:rsidP="0087145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F95FBD" w14:paraId="2DB9EDC3"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tcPr>
          <w:p w14:paraId="4E1EE4E2" w14:textId="77777777" w:rsidR="00817F98" w:rsidRPr="00F95FBD" w:rsidRDefault="00817F98" w:rsidP="00817F98">
            <w:pPr>
              <w:pStyle w:val="Tabulka"/>
            </w:pPr>
            <w:r w:rsidRPr="00F95FBD">
              <w:t>Adresa</w:t>
            </w:r>
          </w:p>
        </w:tc>
        <w:tc>
          <w:tcPr>
            <w:tcW w:w="6316" w:type="dxa"/>
            <w:shd w:val="clear" w:color="auto" w:fill="FFFFFF" w:themeFill="background1"/>
          </w:tcPr>
          <w:p w14:paraId="123F9EC0" w14:textId="2A0A93D0" w:rsidR="00817F98" w:rsidRPr="00D53494" w:rsidRDefault="00D53494" w:rsidP="0087145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F95FBD" w14:paraId="25D6AF12"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tcPr>
          <w:p w14:paraId="50E32CA7" w14:textId="77777777" w:rsidR="00817F98" w:rsidRPr="00F95FBD" w:rsidRDefault="00817F98" w:rsidP="00817F98">
            <w:pPr>
              <w:pStyle w:val="Tabulka"/>
            </w:pPr>
            <w:r w:rsidRPr="00F95FBD">
              <w:t>E-mail</w:t>
            </w:r>
          </w:p>
        </w:tc>
        <w:tc>
          <w:tcPr>
            <w:tcW w:w="6316" w:type="dxa"/>
            <w:shd w:val="clear" w:color="auto" w:fill="FFFFFF" w:themeFill="background1"/>
          </w:tcPr>
          <w:p w14:paraId="3634E234" w14:textId="440534D0" w:rsidR="00817F98" w:rsidRPr="00D53494" w:rsidRDefault="00D53494" w:rsidP="0087145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0E5720" w:rsidRPr="00F95FBD" w14:paraId="1F3492E0" w14:textId="77777777" w:rsidTr="0087145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FFFFFF" w:themeFill="background1"/>
          </w:tcPr>
          <w:p w14:paraId="380718A3" w14:textId="77777777" w:rsidR="00817F98" w:rsidRPr="00F95FBD" w:rsidRDefault="00817F98" w:rsidP="00817F98">
            <w:pPr>
              <w:pStyle w:val="Tabulka"/>
            </w:pPr>
            <w:r w:rsidRPr="00F95FBD">
              <w:t>Telefon</w:t>
            </w:r>
          </w:p>
        </w:tc>
        <w:tc>
          <w:tcPr>
            <w:tcW w:w="0" w:type="dxa"/>
            <w:tcBorders>
              <w:bottom w:val="single" w:sz="2" w:space="0" w:color="auto"/>
            </w:tcBorders>
            <w:shd w:val="clear" w:color="auto" w:fill="FFFFFF" w:themeFill="background1"/>
          </w:tcPr>
          <w:p w14:paraId="0348E98E" w14:textId="688BAA0D" w:rsidR="00817F98" w:rsidRPr="00D53494" w:rsidRDefault="00D53494" w:rsidP="0087145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0E5720" w:rsidRPr="00F95FBD" w14:paraId="0CD9A26D" w14:textId="77777777" w:rsidTr="00871452">
        <w:tc>
          <w:tcPr>
            <w:cnfStyle w:val="001000000000" w:firstRow="0" w:lastRow="0" w:firstColumn="1" w:lastColumn="0" w:oddVBand="0" w:evenVBand="0" w:oddHBand="0" w:evenHBand="0" w:firstRowFirstColumn="0" w:firstRowLastColumn="0" w:lastRowFirstColumn="0" w:lastRowLastColumn="0"/>
            <w:tcW w:w="0" w:type="dxa"/>
            <w:tcBorders>
              <w:bottom w:val="nil"/>
            </w:tcBorders>
            <w:shd w:val="clear" w:color="auto" w:fill="FFFFFF" w:themeFill="background1"/>
          </w:tcPr>
          <w:p w14:paraId="755EB40E" w14:textId="77777777" w:rsidR="000E5720" w:rsidRPr="000E5720" w:rsidRDefault="000E5720" w:rsidP="00817F98">
            <w:pPr>
              <w:pStyle w:val="Tabulka"/>
            </w:pPr>
          </w:p>
        </w:tc>
        <w:tc>
          <w:tcPr>
            <w:tcW w:w="0" w:type="dxa"/>
            <w:tcBorders>
              <w:bottom w:val="nil"/>
            </w:tcBorders>
            <w:shd w:val="clear" w:color="auto" w:fill="FFFFFF" w:themeFill="background1"/>
          </w:tcPr>
          <w:p w14:paraId="4D2E860E" w14:textId="77777777" w:rsidR="000E5720" w:rsidRPr="00871452" w:rsidRDefault="000E5720" w:rsidP="000E5720">
            <w:pPr>
              <w:pStyle w:val="Tabulka"/>
              <w:cnfStyle w:val="000000000000" w:firstRow="0" w:lastRow="0" w:firstColumn="0" w:lastColumn="0" w:oddVBand="0" w:evenVBand="0" w:oddHBand="0" w:evenHBand="0" w:firstRowFirstColumn="0" w:firstRowLastColumn="0" w:lastRowFirstColumn="0" w:lastRowLastColumn="0"/>
            </w:pPr>
          </w:p>
        </w:tc>
      </w:tr>
    </w:tbl>
    <w:p w14:paraId="3EF36E40" w14:textId="32BF5B26"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552"/>
        <w:gridCol w:w="6316"/>
      </w:tblGrid>
      <w:tr w:rsidR="00817F98" w:rsidRPr="000C2B01" w14:paraId="008E5741" w14:textId="77777777" w:rsidTr="008714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6316"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6316"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66D72A1B" w14:textId="77777777" w:rsidR="00817F98" w:rsidRPr="000C2B01" w:rsidRDefault="00817F98" w:rsidP="00817F98">
            <w:pPr>
              <w:pStyle w:val="Tabulka"/>
            </w:pPr>
            <w:r w:rsidRPr="000C2B01">
              <w:t>E-mail</w:t>
            </w:r>
          </w:p>
        </w:tc>
        <w:tc>
          <w:tcPr>
            <w:tcW w:w="6316"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71452">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35485F02" w14:textId="77777777" w:rsidR="00817F98" w:rsidRPr="000C2B01" w:rsidRDefault="00817F98" w:rsidP="00817F98">
            <w:pPr>
              <w:pStyle w:val="Tabulka"/>
            </w:pPr>
            <w:r w:rsidRPr="000C2B01">
              <w:t>Telefon</w:t>
            </w:r>
          </w:p>
        </w:tc>
        <w:tc>
          <w:tcPr>
            <w:tcW w:w="6316"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2188536"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inženýr -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Default="00817F98" w:rsidP="00817F98">
      <w:pPr>
        <w:pStyle w:val="Tabulka"/>
      </w:pPr>
    </w:p>
    <w:p w14:paraId="27F24AB8" w14:textId="280A7F63" w:rsidR="00087EC7" w:rsidRPr="00F95FBD" w:rsidRDefault="00087EC7" w:rsidP="00087EC7">
      <w:pPr>
        <w:pStyle w:val="Nadpistabulky"/>
        <w:rPr>
          <w:sz w:val="18"/>
          <w:szCs w:val="18"/>
        </w:rPr>
      </w:pPr>
      <w:r>
        <w:rPr>
          <w:sz w:val="18"/>
          <w:szCs w:val="18"/>
        </w:rPr>
        <w:t>S</w:t>
      </w:r>
      <w:r w:rsidRPr="00EC707C">
        <w:rPr>
          <w:sz w:val="18"/>
          <w:szCs w:val="18"/>
        </w:rPr>
        <w:t xml:space="preserve">pecialista na </w:t>
      </w:r>
      <w:r>
        <w:rPr>
          <w:sz w:val="18"/>
          <w:szCs w:val="18"/>
        </w:rPr>
        <w:t xml:space="preserve">mostní a inženýrské konstrukce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87EC7" w:rsidRPr="00F95FBD" w14:paraId="045D109F" w14:textId="77777777" w:rsidTr="001B3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29458B" w14:textId="77777777" w:rsidR="00087EC7" w:rsidRPr="00F95FBD" w:rsidRDefault="00087EC7" w:rsidP="001B340F">
            <w:pPr>
              <w:pStyle w:val="Tabulka"/>
              <w:rPr>
                <w:rStyle w:val="Nadpisvtabulce"/>
              </w:rPr>
            </w:pPr>
            <w:r w:rsidRPr="00F95FBD">
              <w:rPr>
                <w:rStyle w:val="Nadpisvtabulce"/>
              </w:rPr>
              <w:t>Jméno a příjmení</w:t>
            </w:r>
          </w:p>
        </w:tc>
        <w:tc>
          <w:tcPr>
            <w:tcW w:w="5812" w:type="dxa"/>
            <w:shd w:val="clear" w:color="auto" w:fill="auto"/>
          </w:tcPr>
          <w:p w14:paraId="6B5DB106" w14:textId="77777777" w:rsidR="00087EC7" w:rsidRPr="00F95FBD" w:rsidRDefault="00087EC7" w:rsidP="001B340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87EC7" w:rsidRPr="00F95FBD" w14:paraId="21DED853"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53445C" w14:textId="77777777" w:rsidR="00087EC7" w:rsidRPr="00F95FBD" w:rsidRDefault="00087EC7" w:rsidP="001B340F">
            <w:pPr>
              <w:pStyle w:val="Tabulka"/>
            </w:pPr>
            <w:r w:rsidRPr="00F95FBD">
              <w:t>Adresa</w:t>
            </w:r>
          </w:p>
        </w:tc>
        <w:tc>
          <w:tcPr>
            <w:tcW w:w="5812" w:type="dxa"/>
            <w:shd w:val="clear" w:color="auto" w:fill="auto"/>
          </w:tcPr>
          <w:p w14:paraId="7272316B"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1402C543"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DB04E" w14:textId="77777777" w:rsidR="00087EC7" w:rsidRPr="00F95FBD" w:rsidRDefault="00087EC7" w:rsidP="001B340F">
            <w:pPr>
              <w:pStyle w:val="Tabulka"/>
            </w:pPr>
            <w:r w:rsidRPr="00F95FBD">
              <w:t>E-mail</w:t>
            </w:r>
          </w:p>
        </w:tc>
        <w:tc>
          <w:tcPr>
            <w:tcW w:w="5812" w:type="dxa"/>
            <w:shd w:val="clear" w:color="auto" w:fill="auto"/>
          </w:tcPr>
          <w:p w14:paraId="77019D77"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1B9C7188"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564586" w14:textId="77777777" w:rsidR="00087EC7" w:rsidRPr="00F95FBD" w:rsidRDefault="00087EC7" w:rsidP="001B340F">
            <w:pPr>
              <w:pStyle w:val="Tabulka"/>
            </w:pPr>
            <w:r w:rsidRPr="00F95FBD">
              <w:t>Telefon</w:t>
            </w:r>
          </w:p>
        </w:tc>
        <w:tc>
          <w:tcPr>
            <w:tcW w:w="5812" w:type="dxa"/>
            <w:shd w:val="clear" w:color="auto" w:fill="auto"/>
          </w:tcPr>
          <w:p w14:paraId="0DB609A3"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16B14A" w14:textId="77777777" w:rsidR="00087EC7" w:rsidRPr="00F95FBD" w:rsidRDefault="00087EC7"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lastRenderedPageBreak/>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Default="00817F98" w:rsidP="00817F98">
      <w:pPr>
        <w:pStyle w:val="Tabulka"/>
      </w:pPr>
    </w:p>
    <w:p w14:paraId="095855D6" w14:textId="6D17D61D" w:rsidR="00087EC7" w:rsidRPr="00F95FBD" w:rsidRDefault="00087EC7" w:rsidP="00087EC7">
      <w:pPr>
        <w:pStyle w:val="Nadpistabulky"/>
        <w:rPr>
          <w:sz w:val="18"/>
          <w:szCs w:val="18"/>
        </w:rPr>
      </w:pPr>
      <w:r>
        <w:rPr>
          <w:sz w:val="18"/>
          <w:szCs w:val="18"/>
        </w:rPr>
        <w:t>S</w:t>
      </w:r>
      <w:r w:rsidRPr="00EC707C">
        <w:rPr>
          <w:sz w:val="18"/>
          <w:szCs w:val="18"/>
        </w:rPr>
        <w:t xml:space="preserve">pecialista na </w:t>
      </w:r>
      <w:r>
        <w:rPr>
          <w:sz w:val="18"/>
          <w:szCs w:val="18"/>
        </w:rPr>
        <w:t xml:space="preserve">sdělovací zařízení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87EC7" w:rsidRPr="00F95FBD" w14:paraId="77349EA8" w14:textId="77777777" w:rsidTr="001B3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E1B14F" w14:textId="77777777" w:rsidR="00087EC7" w:rsidRPr="00F95FBD" w:rsidRDefault="00087EC7" w:rsidP="001B340F">
            <w:pPr>
              <w:pStyle w:val="Tabulka"/>
              <w:rPr>
                <w:rStyle w:val="Nadpisvtabulce"/>
              </w:rPr>
            </w:pPr>
            <w:r w:rsidRPr="00F95FBD">
              <w:rPr>
                <w:rStyle w:val="Nadpisvtabulce"/>
              </w:rPr>
              <w:t>Jméno a příjmení</w:t>
            </w:r>
          </w:p>
        </w:tc>
        <w:tc>
          <w:tcPr>
            <w:tcW w:w="5812" w:type="dxa"/>
            <w:shd w:val="clear" w:color="auto" w:fill="auto"/>
          </w:tcPr>
          <w:p w14:paraId="195BF0E1" w14:textId="77777777" w:rsidR="00087EC7" w:rsidRPr="00F95FBD" w:rsidRDefault="00087EC7" w:rsidP="001B340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87EC7" w:rsidRPr="00F95FBD" w14:paraId="5D82A500"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798B4" w14:textId="77777777" w:rsidR="00087EC7" w:rsidRPr="00F95FBD" w:rsidRDefault="00087EC7" w:rsidP="001B340F">
            <w:pPr>
              <w:pStyle w:val="Tabulka"/>
            </w:pPr>
            <w:r w:rsidRPr="00F95FBD">
              <w:t>Adresa</w:t>
            </w:r>
          </w:p>
        </w:tc>
        <w:tc>
          <w:tcPr>
            <w:tcW w:w="5812" w:type="dxa"/>
            <w:shd w:val="clear" w:color="auto" w:fill="auto"/>
          </w:tcPr>
          <w:p w14:paraId="766A0D06"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7FED3BA6"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0DAB9" w14:textId="77777777" w:rsidR="00087EC7" w:rsidRPr="00F95FBD" w:rsidRDefault="00087EC7" w:rsidP="001B340F">
            <w:pPr>
              <w:pStyle w:val="Tabulka"/>
            </w:pPr>
            <w:r w:rsidRPr="00F95FBD">
              <w:t>E-mail</w:t>
            </w:r>
          </w:p>
        </w:tc>
        <w:tc>
          <w:tcPr>
            <w:tcW w:w="5812" w:type="dxa"/>
            <w:shd w:val="clear" w:color="auto" w:fill="auto"/>
          </w:tcPr>
          <w:p w14:paraId="53D3D05C"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7B7D6A5B"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165487" w14:textId="77777777" w:rsidR="00087EC7" w:rsidRPr="00F95FBD" w:rsidRDefault="00087EC7" w:rsidP="001B340F">
            <w:pPr>
              <w:pStyle w:val="Tabulka"/>
            </w:pPr>
            <w:r w:rsidRPr="00F95FBD">
              <w:t>Telefon</w:t>
            </w:r>
          </w:p>
        </w:tc>
        <w:tc>
          <w:tcPr>
            <w:tcW w:w="5812" w:type="dxa"/>
            <w:shd w:val="clear" w:color="auto" w:fill="auto"/>
          </w:tcPr>
          <w:p w14:paraId="32B59762"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BB011D" w14:textId="77777777" w:rsidR="00087EC7" w:rsidRPr="00F95FBD" w:rsidRDefault="00087EC7" w:rsidP="00817F98">
      <w:pPr>
        <w:pStyle w:val="Tabulka"/>
      </w:pPr>
    </w:p>
    <w:p w14:paraId="0A60C959" w14:textId="04B31DF8"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3F5E4C">
        <w:rPr>
          <w:sz w:val="18"/>
          <w:szCs w:val="18"/>
        </w:rPr>
        <w:t xml:space="preserve">pozemní komunikace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64F664CE"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436620F5"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0E36BCD1"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3A4A620"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4569A36D" w:rsidR="00817F98" w:rsidRPr="00F95FBD" w:rsidRDefault="00817F98" w:rsidP="00817F98">
            <w:pPr>
              <w:pStyle w:val="Tabulka"/>
            </w:pPr>
            <w:r w:rsidRPr="00F95FBD">
              <w:t>Adresa</w:t>
            </w:r>
          </w:p>
        </w:tc>
        <w:tc>
          <w:tcPr>
            <w:tcW w:w="5812" w:type="dxa"/>
            <w:shd w:val="clear" w:color="auto" w:fill="auto"/>
          </w:tcPr>
          <w:p w14:paraId="54958592" w14:textId="6547195B"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5D8FA576"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4A57633A" w:rsidR="00817F98" w:rsidRPr="00F95FBD" w:rsidRDefault="00817F98" w:rsidP="00817F98">
            <w:pPr>
              <w:pStyle w:val="Tabulka"/>
            </w:pPr>
            <w:r w:rsidRPr="00F95FBD">
              <w:t>E-mail</w:t>
            </w:r>
          </w:p>
        </w:tc>
        <w:tc>
          <w:tcPr>
            <w:tcW w:w="5812" w:type="dxa"/>
            <w:shd w:val="clear" w:color="auto" w:fill="auto"/>
          </w:tcPr>
          <w:p w14:paraId="71F5A9C7" w14:textId="2D778755"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2B6747B6"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20080CE1" w:rsidR="00817F98" w:rsidRPr="00F95FBD" w:rsidRDefault="00817F98" w:rsidP="00817F98">
            <w:pPr>
              <w:pStyle w:val="Tabulka"/>
            </w:pPr>
            <w:r w:rsidRPr="00F95FBD">
              <w:t>Telefon</w:t>
            </w:r>
          </w:p>
        </w:tc>
        <w:tc>
          <w:tcPr>
            <w:tcW w:w="5812" w:type="dxa"/>
            <w:shd w:val="clear" w:color="auto" w:fill="auto"/>
          </w:tcPr>
          <w:p w14:paraId="4E9AEADC" w14:textId="6B154E3C"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2099EEB7" w14:textId="77777777" w:rsidR="00817F98" w:rsidRPr="00F95FBD" w:rsidRDefault="00817F98" w:rsidP="00817F98">
      <w:pPr>
        <w:pStyle w:val="Tabulka"/>
      </w:pPr>
    </w:p>
    <w:p w14:paraId="45691050"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A5726F">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A5726F">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A5726F">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68DE9D7" w:rsidR="00D0544F" w:rsidRPr="00C66209" w:rsidRDefault="003F5E4C" w:rsidP="00D53494">
            <w:pPr>
              <w:pStyle w:val="Tabulka"/>
            </w:pPr>
            <w:r>
              <w:t>Výzva k podání nabídky</w:t>
            </w:r>
          </w:p>
        </w:tc>
        <w:tc>
          <w:tcPr>
            <w:tcW w:w="3129" w:type="dxa"/>
          </w:tcPr>
          <w:p w14:paraId="66DE2F1F" w14:textId="7DDAD1E5" w:rsidR="00D0544F" w:rsidRPr="00C66209" w:rsidRDefault="00E31744" w:rsidP="00964369">
            <w:pPr>
              <w:pStyle w:val="Tabulka"/>
              <w:jc w:val="center"/>
              <w:cnfStyle w:val="000000000000" w:firstRow="0" w:lastRow="0" w:firstColumn="0" w:lastColumn="0" w:oddVBand="0" w:evenVBand="0" w:oddHBand="0" w:evenHBand="0" w:firstRowFirstColumn="0" w:firstRowLastColumn="0" w:lastRowFirstColumn="0" w:lastRowLastColumn="0"/>
            </w:pPr>
            <w:r>
              <w:t>8853</w:t>
            </w:r>
            <w:r w:rsidR="003F5E4C">
              <w:t>/2024-SŽ-SSV-Ú3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635A0836" w:rsidR="00D0544F" w:rsidRPr="00C66209" w:rsidRDefault="00E31744" w:rsidP="00964369">
            <w:pPr>
              <w:pStyle w:val="Tabulka"/>
              <w:jc w:val="center"/>
              <w:cnfStyle w:val="000000000000" w:firstRow="0" w:lastRow="0" w:firstColumn="0" w:lastColumn="0" w:oddVBand="0" w:evenVBand="0" w:oddHBand="0" w:evenHBand="0" w:firstRowFirstColumn="0" w:firstRowLastColumn="0" w:lastRowFirstColumn="0" w:lastRowLastColumn="0"/>
            </w:pPr>
            <w:r>
              <w:t>1</w:t>
            </w:r>
            <w:r w:rsidR="00747AC7">
              <w:t>4</w:t>
            </w:r>
            <w:r w:rsidR="003F5E4C">
              <w:t>.0</w:t>
            </w:r>
            <w:r>
              <w:t>8</w:t>
            </w:r>
            <w:r w:rsidR="003F5E4C">
              <w:t>.2024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D50A9D4" w:rsidR="001E5BB1" w:rsidRPr="00C66209" w:rsidRDefault="003F5E4C"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5873F884" w:rsidR="001E5BB1" w:rsidRPr="00C66209" w:rsidRDefault="003F5E4C"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1461CBDE" w:rsidR="00D0544F" w:rsidRDefault="00D0544F" w:rsidP="00D0544F">
      <w:pPr>
        <w:pStyle w:val="Textbezodsazen"/>
      </w:pPr>
    </w:p>
    <w:sectPr w:rsidR="00D0544F" w:rsidSect="004B380E">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1BD77AE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6DEB4617"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D87CAE" w:rsidRPr="00D87CAE">
            <w:rPr>
              <w:b/>
              <w:bCs/>
              <w:noProof/>
            </w:rPr>
            <w:t xml:space="preserve">„Náhrada </w:t>
          </w:r>
          <w:r w:rsidR="00D87CAE">
            <w:rPr>
              <w:b/>
              <w:noProof/>
            </w:rPr>
            <w:t>přejezdu P6831 v km 231,759 trati Svitavy – Česká Třebová“</w:t>
          </w:r>
          <w:r w:rsidRPr="005F4353">
            <w:rPr>
              <w:b/>
              <w:noProof/>
            </w:rPr>
            <w:fldChar w:fldCharType="end"/>
          </w:r>
        </w:p>
        <w:p w14:paraId="4141C99A" w14:textId="296D48BA"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60CA2C3"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CA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3581B059"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775CA7" w:rsidRPr="00775CA7">
            <w:rPr>
              <w:b/>
              <w:bCs/>
              <w:noProof/>
            </w:rPr>
            <w:t xml:space="preserve">„Náhrada </w:t>
          </w:r>
          <w:r w:rsidR="00775CA7">
            <w:rPr>
              <w:b/>
              <w:noProof/>
            </w:rPr>
            <w:t>přejezdu P6831 v km 231,759 trati Svitavy – Česká Třebová“</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Smlouva o dílo – Zhotovení Dokumentace+AD</w:t>
          </w:r>
        </w:p>
        <w:p w14:paraId="37A23ADD" w14:textId="098C9842"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D87CAE" w:rsidRPr="00D87CAE">
            <w:rPr>
              <w:b/>
              <w:bCs/>
              <w:noProof/>
            </w:rPr>
            <w:t xml:space="preserve">„Náhrada </w:t>
          </w:r>
          <w:r w:rsidR="00D87CAE">
            <w:rPr>
              <w:b/>
              <w:noProof/>
            </w:rPr>
            <w:t>přejezdu P6831 v km 231,759 trati Svitavy – Česká Třebová“</w:t>
          </w:r>
          <w:r w:rsidRPr="00246637">
            <w:rPr>
              <w:b/>
              <w:noProof/>
            </w:rPr>
            <w:fldChar w:fldCharType="end"/>
          </w:r>
        </w:p>
      </w:tc>
      <w:tc>
        <w:tcPr>
          <w:tcW w:w="907" w:type="dxa"/>
          <w:vAlign w:val="bottom"/>
        </w:tcPr>
        <w:p w14:paraId="65B8F9CA" w14:textId="25A8219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23219C5D"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Smlouva o dílo – Zhotovení Dokumentace+AD</w:t>
          </w:r>
        </w:p>
        <w:p w14:paraId="68932309" w14:textId="338817DD"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D87CAE" w:rsidRPr="00D87CAE">
            <w:rPr>
              <w:b/>
              <w:bCs/>
              <w:noProof/>
            </w:rPr>
            <w:t xml:space="preserve">„Náhrada </w:t>
          </w:r>
          <w:r w:rsidR="00D87CAE">
            <w:rPr>
              <w:b/>
              <w:noProof/>
            </w:rPr>
            <w:t>přejezdu P6831 v km 231,759 trati Svitavy – Česká Třebová“</w:t>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Dokumentace+AD </w:t>
          </w:r>
        </w:p>
        <w:p w14:paraId="4B89B221" w14:textId="1EC0A95D"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87CAE" w:rsidRPr="00D87CAE">
            <w:rPr>
              <w:b/>
              <w:bCs/>
              <w:noProof/>
            </w:rPr>
            <w:t xml:space="preserve">„Náhrada </w:t>
          </w:r>
          <w:r w:rsidR="00D87CAE">
            <w:rPr>
              <w:b/>
              <w:noProof/>
            </w:rPr>
            <w:t>přejezdu P6831 v km 231,759 trati Svitavy – Česká Třebová“</w:t>
          </w:r>
          <w:r w:rsidRPr="00FA0B76">
            <w:rPr>
              <w:b/>
              <w:noProof/>
            </w:rPr>
            <w:fldChar w:fldCharType="end"/>
          </w:r>
        </w:p>
      </w:tc>
      <w:tc>
        <w:tcPr>
          <w:tcW w:w="907" w:type="dxa"/>
          <w:vAlign w:val="bottom"/>
        </w:tcPr>
        <w:p w14:paraId="7C837A05" w14:textId="52D9A7D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51830C6E" w14:textId="2D9AD670"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87CAE" w:rsidRPr="00D87CAE">
            <w:rPr>
              <w:b/>
              <w:bCs/>
              <w:noProof/>
            </w:rPr>
            <w:t xml:space="preserve">„Náhrada </w:t>
          </w:r>
          <w:r w:rsidR="00D87CAE">
            <w:rPr>
              <w:b/>
              <w:noProof/>
            </w:rPr>
            <w:t>přejezdu P6831 v km 231,759 trati Svitavy – Česká Třebová“</w:t>
          </w:r>
          <w:r w:rsidRPr="00FA0B76">
            <w:rPr>
              <w:b/>
              <w:noProof/>
            </w:rPr>
            <w:fldChar w:fldCharType="end"/>
          </w:r>
          <w:r w:rsidRPr="00612EE8">
            <w:rPr>
              <w:rStyle w:val="Tun"/>
            </w:rPr>
            <w:t xml:space="preserve"> </w:t>
          </w:r>
        </w:p>
      </w:tc>
      <w:tc>
        <w:tcPr>
          <w:tcW w:w="907" w:type="dxa"/>
          <w:vAlign w:val="bottom"/>
        </w:tcPr>
        <w:p w14:paraId="2B80BA58" w14:textId="091CC600"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2C8DBB57" w14:textId="7B3E195B"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87CAE" w:rsidRPr="00D87CAE">
            <w:rPr>
              <w:b/>
              <w:bCs/>
              <w:noProof/>
            </w:rPr>
            <w:t xml:space="preserve">„Náhrada </w:t>
          </w:r>
          <w:r w:rsidR="00D87CAE">
            <w:rPr>
              <w:b/>
              <w:noProof/>
            </w:rPr>
            <w:t>přejezdu P6831 v km 231,759 trati Svitavy – Česká Třebová“</w:t>
          </w:r>
          <w:r w:rsidRPr="00FA0B76">
            <w:rPr>
              <w:b/>
              <w:noProof/>
            </w:rPr>
            <w:fldChar w:fldCharType="end"/>
          </w:r>
          <w:r w:rsidRPr="00612EE8">
            <w:rPr>
              <w:rStyle w:val="Tun"/>
            </w:rPr>
            <w:t xml:space="preserve"> </w:t>
          </w:r>
        </w:p>
      </w:tc>
      <w:tc>
        <w:tcPr>
          <w:tcW w:w="907" w:type="dxa"/>
          <w:vAlign w:val="bottom"/>
        </w:tcPr>
        <w:p w14:paraId="5458B419" w14:textId="5791E48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0FF9F1F6" w:rsidR="00BC30CC" w:rsidRDefault="00BC30CC" w:rsidP="00204180">
          <w:pPr>
            <w:pStyle w:val="Zpatvpravo"/>
          </w:pPr>
          <w:r>
            <w:t>Smlouva o dílo – Zhotovení Dokumentace</w:t>
          </w:r>
          <w:r w:rsidR="008C252B">
            <w:t xml:space="preserve"> </w:t>
          </w:r>
          <w:r>
            <w:t>+</w:t>
          </w:r>
          <w:r w:rsidR="008C252B">
            <w:t xml:space="preserve">DP </w:t>
          </w:r>
        </w:p>
        <w:p w14:paraId="513E1875" w14:textId="28EA2090"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87CAE" w:rsidRPr="00D87CAE">
            <w:rPr>
              <w:rStyle w:val="Tun"/>
              <w:b w:val="0"/>
              <w:bCs/>
              <w:noProof/>
            </w:rPr>
            <w:t xml:space="preserve">„Náhrada </w:t>
          </w:r>
          <w:r w:rsidR="00D87CAE">
            <w:rPr>
              <w:rStyle w:val="Tun"/>
              <w:b w:val="0"/>
              <w:noProof/>
            </w:rPr>
            <w:t>přejezdu P6831 v km 231,759 trati Svitavy – Česká Třebová“</w:t>
          </w:r>
          <w:r w:rsidRPr="0020397D">
            <w:rPr>
              <w:rStyle w:val="Tun"/>
              <w:b w:val="0"/>
            </w:rPr>
            <w:fldChar w:fldCharType="end"/>
          </w:r>
        </w:p>
      </w:tc>
      <w:tc>
        <w:tcPr>
          <w:tcW w:w="907" w:type="dxa"/>
          <w:vAlign w:val="bottom"/>
        </w:tcPr>
        <w:p w14:paraId="563D30AC" w14:textId="50BBE87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536C58BC" w:rsidR="00BC30CC" w:rsidRPr="00AD5865" w:rsidRDefault="00D87CAE" w:rsidP="001B77EA">
          <w:pPr>
            <w:pStyle w:val="Zpatvpravo"/>
          </w:pPr>
          <w:r>
            <w:fldChar w:fldCharType="begin"/>
          </w:r>
          <w:r>
            <w:instrText xml:space="preserve"> STYLEREF  _Název_akce  \* MERGEFORMAT </w:instrText>
          </w:r>
          <w:r>
            <w:fldChar w:fldCharType="separate"/>
          </w:r>
          <w:r>
            <w:rPr>
              <w:noProof/>
            </w:rPr>
            <w:t>„Náhrada přejezdu P6831 v km 231,759 trati Svitavy – Česká Třebová“</w:t>
          </w:r>
          <w:r>
            <w:rPr>
              <w:noProof/>
            </w:rPr>
            <w:fldChar w:fldCharType="end"/>
          </w:r>
        </w:p>
        <w:p w14:paraId="4AFD9FE1" w14:textId="023EE2E8" w:rsidR="00BC30CC" w:rsidRPr="00AD5865" w:rsidRDefault="00BC30CC" w:rsidP="0057392A">
          <w:pPr>
            <w:pStyle w:val="Zpatvpravo"/>
          </w:pPr>
          <w:r w:rsidRPr="00AD5865">
            <w:t>Smlouva o dílo na zhotovení Dokumentace+AD</w:t>
          </w:r>
        </w:p>
      </w:tc>
      <w:tc>
        <w:tcPr>
          <w:tcW w:w="859" w:type="dxa"/>
          <w:vAlign w:val="bottom"/>
        </w:tcPr>
        <w:p w14:paraId="7EEB4FDA" w14:textId="66F64389"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D87CAE">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24F17760"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019E2C0A" w14:textId="0A89A5A5"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87CAE" w:rsidRPr="00D87CAE">
            <w:rPr>
              <w:rStyle w:val="Tun"/>
              <w:b w:val="0"/>
              <w:bCs/>
              <w:noProof/>
            </w:rPr>
            <w:t xml:space="preserve">„Náhrada </w:t>
          </w:r>
          <w:r w:rsidR="00D87CAE">
            <w:rPr>
              <w:rStyle w:val="Tun"/>
              <w:noProof/>
            </w:rPr>
            <w:t>přejezdu P6831 v km 231,759 trati Svitavy – Česká Třebová“</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15A9F32A" w14:textId="108732CF" w:rsidR="00BC30CC" w:rsidRPr="00F90EC0" w:rsidRDefault="00D87CAE" w:rsidP="00F90EC0">
          <w:pPr>
            <w:pStyle w:val="Zpatvpravo"/>
            <w:rPr>
              <w:rStyle w:val="Tun"/>
              <w:b w:val="0"/>
            </w:rPr>
          </w:pPr>
          <w:r>
            <w:fldChar w:fldCharType="begin"/>
          </w:r>
          <w:r>
            <w:instrText xml:space="preserve"> STYLEREF  _Název_akce  \* MERGEFORMAT </w:instrText>
          </w:r>
          <w:r>
            <w:fldChar w:fldCharType="separate"/>
          </w:r>
          <w:r w:rsidRPr="00D87CAE">
            <w:rPr>
              <w:bCs/>
              <w:noProof/>
            </w:rPr>
            <w:t xml:space="preserve">„Náhrada </w:t>
          </w:r>
          <w:r>
            <w:rPr>
              <w:noProof/>
            </w:rPr>
            <w:t>přejezdu P6831 v km 231,759 trati Svitavy – Česká Třebová“</w:t>
          </w:r>
          <w:r>
            <w:rPr>
              <w:noProof/>
            </w:rPr>
            <w:fldChar w:fldCharType="end"/>
          </w:r>
        </w:p>
      </w:tc>
      <w:tc>
        <w:tcPr>
          <w:tcW w:w="907" w:type="dxa"/>
          <w:vAlign w:val="bottom"/>
        </w:tcPr>
        <w:p w14:paraId="33E252FF" w14:textId="5F29FE6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5B5BB7E5" w14:textId="0570C46D" w:rsidR="00BC30CC" w:rsidRPr="00612EE8" w:rsidRDefault="00D87CAE" w:rsidP="00F90EC0">
          <w:pPr>
            <w:pStyle w:val="Zpatvpravo"/>
            <w:rPr>
              <w:rStyle w:val="Tun"/>
            </w:rPr>
          </w:pPr>
          <w:r>
            <w:fldChar w:fldCharType="begin"/>
          </w:r>
          <w:r>
            <w:instrText xml:space="preserve"> STYLEREF  _Název_akce  \* MERGEFORMAT </w:instrText>
          </w:r>
          <w:r>
            <w:fldChar w:fldCharType="separate"/>
          </w:r>
          <w:r w:rsidRPr="00D87CAE">
            <w:rPr>
              <w:bCs/>
              <w:noProof/>
            </w:rPr>
            <w:t xml:space="preserve">„Náhrada </w:t>
          </w:r>
          <w:r>
            <w:rPr>
              <w:noProof/>
            </w:rPr>
            <w:t>přejezdu P6831 v km 231,759 trati Svitavy – Česká Třebová“</w:t>
          </w:r>
          <w:r>
            <w:rPr>
              <w:noProof/>
            </w:rPr>
            <w:fldChar w:fldCharType="end"/>
          </w:r>
        </w:p>
      </w:tc>
      <w:tc>
        <w:tcPr>
          <w:tcW w:w="907" w:type="dxa"/>
          <w:vAlign w:val="bottom"/>
        </w:tcPr>
        <w:p w14:paraId="68AAABB9" w14:textId="1F9C1AD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27DDE76B" w14:textId="4E38AD7D" w:rsidR="00BC30CC" w:rsidRPr="00612EE8" w:rsidRDefault="00D87CAE" w:rsidP="004908EA">
          <w:pPr>
            <w:pStyle w:val="Zpatvpravo"/>
            <w:rPr>
              <w:rStyle w:val="Tun"/>
            </w:rPr>
          </w:pPr>
          <w:r>
            <w:fldChar w:fldCharType="begin"/>
          </w:r>
          <w:r>
            <w:instrText xml:space="preserve"> STYLEREF  _Název_akce  \* MERGEFORMAT </w:instrText>
          </w:r>
          <w:r>
            <w:fldChar w:fldCharType="separate"/>
          </w:r>
          <w:r w:rsidRPr="00D87CAE">
            <w:rPr>
              <w:b/>
              <w:bCs/>
              <w:noProof/>
            </w:rPr>
            <w:t xml:space="preserve">„Náhrada </w:t>
          </w:r>
          <w:r>
            <w:rPr>
              <w:noProof/>
            </w:rPr>
            <w:t>přejezdu P6831 v km 231,759 trati Svitavy – Česká Třebová“</w:t>
          </w:r>
          <w:r>
            <w:rPr>
              <w:noProof/>
            </w:rPr>
            <w:fldChar w:fldCharType="end"/>
          </w:r>
        </w:p>
      </w:tc>
      <w:tc>
        <w:tcPr>
          <w:tcW w:w="907" w:type="dxa"/>
          <w:vAlign w:val="bottom"/>
        </w:tcPr>
        <w:p w14:paraId="0703CE63" w14:textId="5BC6B25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CAE">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5624829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2149220" o:spid="_x0000_i1025" type="#_x0000_t75" style="width:183.75pt;height:139.5pt;visibility:visible;mso-wrap-style:square">
            <v:imagedata r:id="rId1" o:title=""/>
          </v:shape>
        </w:pict>
      </mc:Choice>
      <mc:Fallback>
        <w:drawing>
          <wp:inline distT="0" distB="0" distL="0" distR="0" wp14:anchorId="7345A6F1" wp14:editId="52225A72">
            <wp:extent cx="2333625" cy="1771650"/>
            <wp:effectExtent l="0" t="0" r="0" b="0"/>
            <wp:docPr id="132149220" name="Obrázek 132149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3625" cy="1771650"/>
                    </a:xfrm>
                    <a:prstGeom prst="rect">
                      <a:avLst/>
                    </a:prstGeom>
                    <a:noFill/>
                    <a:ln>
                      <a:noFill/>
                    </a:ln>
                  </pic:spPr>
                </pic:pic>
              </a:graphicData>
            </a:graphic>
          </wp:inline>
        </w:drawing>
      </mc:Fallback>
    </mc:AlternateConten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C518D"/>
    <w:multiLevelType w:val="hybridMultilevel"/>
    <w:tmpl w:val="994695C2"/>
    <w:lvl w:ilvl="0" w:tplc="007E410A">
      <w:start w:val="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FB3A7D48"/>
    <w:lvl w:ilvl="0" w:tplc="64F0B79E">
      <w:start w:val="1"/>
      <w:numFmt w:val="decimal"/>
      <w:lvlText w:val="4.7.%1"/>
      <w:lvlJc w:val="left"/>
      <w:pPr>
        <w:ind w:left="1486" w:hanging="360"/>
      </w:pPr>
      <w:rPr>
        <w:rFonts w:hint="default"/>
      </w:rPr>
    </w:lvl>
    <w:lvl w:ilvl="1" w:tplc="CA907834">
      <w:start w:val="1"/>
      <w:numFmt w:val="decimal"/>
      <w:lvlText w:val="4.7.%2"/>
      <w:lvlJc w:val="left"/>
      <w:pPr>
        <w:ind w:left="1440" w:hanging="360"/>
      </w:pPr>
      <w:rPr>
        <w:rFonts w:hint="default"/>
        <w:i w:val="0"/>
        <w:i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8"/>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4"/>
  </w:num>
  <w:num w:numId="9" w16cid:durableId="1733698080">
    <w:abstractNumId w:val="17"/>
  </w:num>
  <w:num w:numId="10" w16cid:durableId="1001465223">
    <w:abstractNumId w:val="0"/>
  </w:num>
  <w:num w:numId="11" w16cid:durableId="2005932192">
    <w:abstractNumId w:val="5"/>
  </w:num>
  <w:num w:numId="12" w16cid:durableId="1274051908">
    <w:abstractNumId w:val="19"/>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1"/>
  </w:num>
  <w:num w:numId="16" w16cid:durableId="2079663726">
    <w:abstractNumId w:val="0"/>
  </w:num>
  <w:num w:numId="17" w16cid:durableId="781924958">
    <w:abstractNumId w:val="0"/>
  </w:num>
  <w:num w:numId="18" w16cid:durableId="2049838988">
    <w:abstractNumId w:val="13"/>
  </w:num>
  <w:num w:numId="19" w16cid:durableId="1515147146">
    <w:abstractNumId w:val="0"/>
  </w:num>
  <w:num w:numId="20" w16cid:durableId="791169569">
    <w:abstractNumId w:val="0"/>
  </w:num>
  <w:num w:numId="21" w16cid:durableId="1568032422">
    <w:abstractNumId w:val="12"/>
  </w:num>
  <w:num w:numId="22" w16cid:durableId="913972603">
    <w:abstractNumId w:val="4"/>
  </w:num>
  <w:num w:numId="23" w16cid:durableId="456215993">
    <w:abstractNumId w:val="0"/>
  </w:num>
  <w:num w:numId="24" w16cid:durableId="1081373912">
    <w:abstractNumId w:val="0"/>
  </w:num>
  <w:num w:numId="25" w16cid:durableId="814689248">
    <w:abstractNumId w:val="16"/>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5"/>
  </w:num>
  <w:num w:numId="34" w16cid:durableId="85107289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7350A"/>
    <w:rsid w:val="000841E0"/>
    <w:rsid w:val="00087487"/>
    <w:rsid w:val="00087EC7"/>
    <w:rsid w:val="00095167"/>
    <w:rsid w:val="00096995"/>
    <w:rsid w:val="000B0797"/>
    <w:rsid w:val="000B4EB8"/>
    <w:rsid w:val="000B70C8"/>
    <w:rsid w:val="000C41F2"/>
    <w:rsid w:val="000C67D7"/>
    <w:rsid w:val="000D22C4"/>
    <w:rsid w:val="000D27D1"/>
    <w:rsid w:val="000D2FAD"/>
    <w:rsid w:val="000E1A7F"/>
    <w:rsid w:val="000E4096"/>
    <w:rsid w:val="000E5720"/>
    <w:rsid w:val="000E7195"/>
    <w:rsid w:val="000F2F54"/>
    <w:rsid w:val="000F5915"/>
    <w:rsid w:val="00112864"/>
    <w:rsid w:val="00114472"/>
    <w:rsid w:val="00114988"/>
    <w:rsid w:val="00115069"/>
    <w:rsid w:val="001150F2"/>
    <w:rsid w:val="00122114"/>
    <w:rsid w:val="00124751"/>
    <w:rsid w:val="00124B5D"/>
    <w:rsid w:val="0012738A"/>
    <w:rsid w:val="00133336"/>
    <w:rsid w:val="0013791C"/>
    <w:rsid w:val="001432EB"/>
    <w:rsid w:val="00143EC0"/>
    <w:rsid w:val="0014568E"/>
    <w:rsid w:val="001656A2"/>
    <w:rsid w:val="00165977"/>
    <w:rsid w:val="00170EC5"/>
    <w:rsid w:val="00172144"/>
    <w:rsid w:val="001747C1"/>
    <w:rsid w:val="00177D6B"/>
    <w:rsid w:val="00191F90"/>
    <w:rsid w:val="001A1E1B"/>
    <w:rsid w:val="001A3ED4"/>
    <w:rsid w:val="001A4046"/>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57D3"/>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48C0"/>
    <w:rsid w:val="00296807"/>
    <w:rsid w:val="00296E3F"/>
    <w:rsid w:val="0029751E"/>
    <w:rsid w:val="002A185D"/>
    <w:rsid w:val="002A3043"/>
    <w:rsid w:val="002A3B57"/>
    <w:rsid w:val="002A5468"/>
    <w:rsid w:val="002B3352"/>
    <w:rsid w:val="002C10DF"/>
    <w:rsid w:val="002C31BF"/>
    <w:rsid w:val="002D0B49"/>
    <w:rsid w:val="002D307F"/>
    <w:rsid w:val="002D7FD6"/>
    <w:rsid w:val="002E0CD7"/>
    <w:rsid w:val="002E0CFB"/>
    <w:rsid w:val="002E1C9B"/>
    <w:rsid w:val="002E5788"/>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849DC"/>
    <w:rsid w:val="00387F3C"/>
    <w:rsid w:val="0039158B"/>
    <w:rsid w:val="00392910"/>
    <w:rsid w:val="00392EB6"/>
    <w:rsid w:val="003956C6"/>
    <w:rsid w:val="003A197F"/>
    <w:rsid w:val="003A2DC7"/>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3F5E4C"/>
    <w:rsid w:val="004003C8"/>
    <w:rsid w:val="00404098"/>
    <w:rsid w:val="00405160"/>
    <w:rsid w:val="00406327"/>
    <w:rsid w:val="004078F3"/>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380E"/>
    <w:rsid w:val="004B6AE0"/>
    <w:rsid w:val="004C41AC"/>
    <w:rsid w:val="004C4399"/>
    <w:rsid w:val="004C787C"/>
    <w:rsid w:val="004D09FB"/>
    <w:rsid w:val="004D5841"/>
    <w:rsid w:val="004D7138"/>
    <w:rsid w:val="004E7A1F"/>
    <w:rsid w:val="004F00DE"/>
    <w:rsid w:val="004F21EC"/>
    <w:rsid w:val="004F27EE"/>
    <w:rsid w:val="004F2CDD"/>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27888"/>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0574B"/>
    <w:rsid w:val="0061068E"/>
    <w:rsid w:val="00610C99"/>
    <w:rsid w:val="006115D3"/>
    <w:rsid w:val="00612CEA"/>
    <w:rsid w:val="006162E3"/>
    <w:rsid w:val="006374B2"/>
    <w:rsid w:val="00640989"/>
    <w:rsid w:val="00644B90"/>
    <w:rsid w:val="00646AB2"/>
    <w:rsid w:val="00647FBB"/>
    <w:rsid w:val="0065610E"/>
    <w:rsid w:val="00656E45"/>
    <w:rsid w:val="00660AD3"/>
    <w:rsid w:val="0066324D"/>
    <w:rsid w:val="006650B1"/>
    <w:rsid w:val="0066686B"/>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47AC7"/>
    <w:rsid w:val="00752B4F"/>
    <w:rsid w:val="007541A2"/>
    <w:rsid w:val="00755818"/>
    <w:rsid w:val="00760192"/>
    <w:rsid w:val="007616C2"/>
    <w:rsid w:val="007621A7"/>
    <w:rsid w:val="0076286B"/>
    <w:rsid w:val="007657D8"/>
    <w:rsid w:val="00766846"/>
    <w:rsid w:val="00775CA7"/>
    <w:rsid w:val="0077673A"/>
    <w:rsid w:val="007846E1"/>
    <w:rsid w:val="007847D6"/>
    <w:rsid w:val="007852B1"/>
    <w:rsid w:val="0079664B"/>
    <w:rsid w:val="007A1F79"/>
    <w:rsid w:val="007A38F0"/>
    <w:rsid w:val="007A49D4"/>
    <w:rsid w:val="007A5172"/>
    <w:rsid w:val="007A67A0"/>
    <w:rsid w:val="007A6974"/>
    <w:rsid w:val="007A6A90"/>
    <w:rsid w:val="007B0110"/>
    <w:rsid w:val="007B570C"/>
    <w:rsid w:val="007C4049"/>
    <w:rsid w:val="007C534C"/>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52D18"/>
    <w:rsid w:val="00866994"/>
    <w:rsid w:val="008670AA"/>
    <w:rsid w:val="00871452"/>
    <w:rsid w:val="00882028"/>
    <w:rsid w:val="00882F82"/>
    <w:rsid w:val="00884D54"/>
    <w:rsid w:val="00897796"/>
    <w:rsid w:val="00897AC2"/>
    <w:rsid w:val="008A07C5"/>
    <w:rsid w:val="008A3568"/>
    <w:rsid w:val="008A4D1B"/>
    <w:rsid w:val="008B30AC"/>
    <w:rsid w:val="008B45C4"/>
    <w:rsid w:val="008C00FC"/>
    <w:rsid w:val="008C0C4C"/>
    <w:rsid w:val="008C252B"/>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92B63"/>
    <w:rsid w:val="00992D9C"/>
    <w:rsid w:val="00996CB8"/>
    <w:rsid w:val="009A0739"/>
    <w:rsid w:val="009B2E97"/>
    <w:rsid w:val="009B4201"/>
    <w:rsid w:val="009B5146"/>
    <w:rsid w:val="009C418E"/>
    <w:rsid w:val="009C442C"/>
    <w:rsid w:val="009D1238"/>
    <w:rsid w:val="009D2825"/>
    <w:rsid w:val="009E07F4"/>
    <w:rsid w:val="009E17E4"/>
    <w:rsid w:val="009E40B9"/>
    <w:rsid w:val="009E5BF1"/>
    <w:rsid w:val="009F0867"/>
    <w:rsid w:val="009F309B"/>
    <w:rsid w:val="009F3520"/>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5726F"/>
    <w:rsid w:val="00A60615"/>
    <w:rsid w:val="00A616FC"/>
    <w:rsid w:val="00A6177B"/>
    <w:rsid w:val="00A66136"/>
    <w:rsid w:val="00A71189"/>
    <w:rsid w:val="00A72B3A"/>
    <w:rsid w:val="00A7364A"/>
    <w:rsid w:val="00A73FBB"/>
    <w:rsid w:val="00A74DCC"/>
    <w:rsid w:val="00A753ED"/>
    <w:rsid w:val="00A77512"/>
    <w:rsid w:val="00A8391E"/>
    <w:rsid w:val="00A91246"/>
    <w:rsid w:val="00A94351"/>
    <w:rsid w:val="00A94C2F"/>
    <w:rsid w:val="00AA19BD"/>
    <w:rsid w:val="00AA1D9F"/>
    <w:rsid w:val="00AA3125"/>
    <w:rsid w:val="00AA4CBB"/>
    <w:rsid w:val="00AA65FA"/>
    <w:rsid w:val="00AA7351"/>
    <w:rsid w:val="00AA7AB8"/>
    <w:rsid w:val="00AB66C5"/>
    <w:rsid w:val="00AC6230"/>
    <w:rsid w:val="00AD056F"/>
    <w:rsid w:val="00AD0C7B"/>
    <w:rsid w:val="00AD5865"/>
    <w:rsid w:val="00AD5F1A"/>
    <w:rsid w:val="00AD6731"/>
    <w:rsid w:val="00AD7D86"/>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41D3"/>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1C84"/>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2888"/>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14E74"/>
    <w:rsid w:val="00D21061"/>
    <w:rsid w:val="00D31C6A"/>
    <w:rsid w:val="00D33680"/>
    <w:rsid w:val="00D36695"/>
    <w:rsid w:val="00D402A9"/>
    <w:rsid w:val="00D4108E"/>
    <w:rsid w:val="00D4328E"/>
    <w:rsid w:val="00D53494"/>
    <w:rsid w:val="00D540E2"/>
    <w:rsid w:val="00D5428D"/>
    <w:rsid w:val="00D6163D"/>
    <w:rsid w:val="00D61F50"/>
    <w:rsid w:val="00D62EA3"/>
    <w:rsid w:val="00D63A2A"/>
    <w:rsid w:val="00D751CF"/>
    <w:rsid w:val="00D831A3"/>
    <w:rsid w:val="00D8330D"/>
    <w:rsid w:val="00D87CAE"/>
    <w:rsid w:val="00D904E2"/>
    <w:rsid w:val="00D977E3"/>
    <w:rsid w:val="00D97BE3"/>
    <w:rsid w:val="00DA3711"/>
    <w:rsid w:val="00DA4BFF"/>
    <w:rsid w:val="00DB4522"/>
    <w:rsid w:val="00DB4EC0"/>
    <w:rsid w:val="00DD31C0"/>
    <w:rsid w:val="00DD46F3"/>
    <w:rsid w:val="00DE2729"/>
    <w:rsid w:val="00DE32CA"/>
    <w:rsid w:val="00DE56F2"/>
    <w:rsid w:val="00DF0A32"/>
    <w:rsid w:val="00DF116D"/>
    <w:rsid w:val="00DF7FC9"/>
    <w:rsid w:val="00E0566C"/>
    <w:rsid w:val="00E075DA"/>
    <w:rsid w:val="00E16FF7"/>
    <w:rsid w:val="00E23A35"/>
    <w:rsid w:val="00E26D68"/>
    <w:rsid w:val="00E31744"/>
    <w:rsid w:val="00E3671B"/>
    <w:rsid w:val="00E435EA"/>
    <w:rsid w:val="00E44045"/>
    <w:rsid w:val="00E513BA"/>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707C"/>
    <w:rsid w:val="00ED14BD"/>
    <w:rsid w:val="00ED2614"/>
    <w:rsid w:val="00ED36DD"/>
    <w:rsid w:val="00ED5400"/>
    <w:rsid w:val="00EF760C"/>
    <w:rsid w:val="00F016C7"/>
    <w:rsid w:val="00F12DEC"/>
    <w:rsid w:val="00F13E4E"/>
    <w:rsid w:val="00F14C50"/>
    <w:rsid w:val="00F14D57"/>
    <w:rsid w:val="00F151FA"/>
    <w:rsid w:val="00F1715C"/>
    <w:rsid w:val="00F20842"/>
    <w:rsid w:val="00F23DD1"/>
    <w:rsid w:val="00F254C7"/>
    <w:rsid w:val="00F271FD"/>
    <w:rsid w:val="00F310F8"/>
    <w:rsid w:val="00F31594"/>
    <w:rsid w:val="00F35939"/>
    <w:rsid w:val="00F419E5"/>
    <w:rsid w:val="00F422D3"/>
    <w:rsid w:val="00F42E24"/>
    <w:rsid w:val="00F43647"/>
    <w:rsid w:val="00F449F1"/>
    <w:rsid w:val="00F45607"/>
    <w:rsid w:val="00F4722B"/>
    <w:rsid w:val="00F54432"/>
    <w:rsid w:val="00F568F9"/>
    <w:rsid w:val="00F659EB"/>
    <w:rsid w:val="00F67596"/>
    <w:rsid w:val="00F7600D"/>
    <w:rsid w:val="00F762A8"/>
    <w:rsid w:val="00F83EC1"/>
    <w:rsid w:val="00F86BA6"/>
    <w:rsid w:val="00F90A81"/>
    <w:rsid w:val="00F90EC0"/>
    <w:rsid w:val="00F92FBE"/>
    <w:rsid w:val="00F95FBD"/>
    <w:rsid w:val="00F9740F"/>
    <w:rsid w:val="00FB6342"/>
    <w:rsid w:val="00FC6389"/>
    <w:rsid w:val="00FE14D7"/>
    <w:rsid w:val="00FE3755"/>
    <w:rsid w:val="00FE6AEC"/>
    <w:rsid w:val="00FE7ACB"/>
    <w:rsid w:val="00FE7DC0"/>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2C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112552964">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yperlink" Target="mailto:Bocak@spravazeleznic.cz" TargetMode="Externa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7350A"/>
    <w:rsid w:val="0009495C"/>
    <w:rsid w:val="00094AE3"/>
    <w:rsid w:val="000D4084"/>
    <w:rsid w:val="0010438D"/>
    <w:rsid w:val="00120196"/>
    <w:rsid w:val="001E6DA4"/>
    <w:rsid w:val="002257D3"/>
    <w:rsid w:val="00233671"/>
    <w:rsid w:val="002405CE"/>
    <w:rsid w:val="002766DE"/>
    <w:rsid w:val="00276CB7"/>
    <w:rsid w:val="002C4EFD"/>
    <w:rsid w:val="00314211"/>
    <w:rsid w:val="003528BA"/>
    <w:rsid w:val="00367FD8"/>
    <w:rsid w:val="003A2DC7"/>
    <w:rsid w:val="003F4A40"/>
    <w:rsid w:val="0042384D"/>
    <w:rsid w:val="004748A8"/>
    <w:rsid w:val="004A2B64"/>
    <w:rsid w:val="005932B5"/>
    <w:rsid w:val="00606826"/>
    <w:rsid w:val="006069AF"/>
    <w:rsid w:val="00610C99"/>
    <w:rsid w:val="00676E73"/>
    <w:rsid w:val="006854CC"/>
    <w:rsid w:val="00714E70"/>
    <w:rsid w:val="0076262F"/>
    <w:rsid w:val="00782B23"/>
    <w:rsid w:val="007B3172"/>
    <w:rsid w:val="0082284C"/>
    <w:rsid w:val="0082572D"/>
    <w:rsid w:val="00845425"/>
    <w:rsid w:val="00882F82"/>
    <w:rsid w:val="008E7144"/>
    <w:rsid w:val="008F63A2"/>
    <w:rsid w:val="00904D5A"/>
    <w:rsid w:val="0094760A"/>
    <w:rsid w:val="0098631B"/>
    <w:rsid w:val="009A454A"/>
    <w:rsid w:val="009D2825"/>
    <w:rsid w:val="009E3BC2"/>
    <w:rsid w:val="00A8391E"/>
    <w:rsid w:val="00AC4FC3"/>
    <w:rsid w:val="00AC6230"/>
    <w:rsid w:val="00AD0013"/>
    <w:rsid w:val="00B0365B"/>
    <w:rsid w:val="00B066D8"/>
    <w:rsid w:val="00B4188A"/>
    <w:rsid w:val="00B44DB5"/>
    <w:rsid w:val="00BD1C84"/>
    <w:rsid w:val="00C15818"/>
    <w:rsid w:val="00D14E74"/>
    <w:rsid w:val="00D31412"/>
    <w:rsid w:val="00D41DFD"/>
    <w:rsid w:val="00D86950"/>
    <w:rsid w:val="00DC3297"/>
    <w:rsid w:val="00DE0ED3"/>
    <w:rsid w:val="00E02FE4"/>
    <w:rsid w:val="00E4630C"/>
    <w:rsid w:val="00EA65A1"/>
    <w:rsid w:val="00F43647"/>
    <w:rsid w:val="00F52E6B"/>
    <w:rsid w:val="00F7600D"/>
    <w:rsid w:val="00FE1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TotalTime>
  <Pages>27</Pages>
  <Words>6747</Words>
  <Characters>39812</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2021-05-24T14:14:00Z</cp:lastPrinted>
  <dcterms:created xsi:type="dcterms:W3CDTF">2024-08-13T10:53:00Z</dcterms:created>
  <dcterms:modified xsi:type="dcterms:W3CDTF">2024-08-14T07:59:00Z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